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55A" w:rsidRPr="00A134DE" w:rsidRDefault="0079055A"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29008254" r:id="rId6"/>
        </w:pict>
      </w:r>
      <w:r w:rsidRPr="00A134DE">
        <w:rPr>
          <w:b/>
          <w:iCs/>
          <w:sz w:val="34"/>
          <w:szCs w:val="34"/>
        </w:rPr>
        <w:t>COMUNE DI PORTO AZZURRO</w:t>
      </w:r>
    </w:p>
    <w:p w:rsidR="0079055A" w:rsidRPr="00BC023D" w:rsidRDefault="0079055A" w:rsidP="00C50BAC">
      <w:pPr>
        <w:jc w:val="center"/>
        <w:rPr>
          <w:b/>
          <w:snapToGrid w:val="0"/>
          <w:sz w:val="24"/>
          <w:szCs w:val="24"/>
        </w:rPr>
      </w:pPr>
      <w:r w:rsidRPr="00BC023D">
        <w:rPr>
          <w:b/>
          <w:snapToGrid w:val="0"/>
          <w:sz w:val="24"/>
          <w:szCs w:val="24"/>
        </w:rPr>
        <w:t>PROVINCIA DI LIVORNO</w:t>
      </w:r>
    </w:p>
    <w:p w:rsidR="0079055A" w:rsidRPr="00B5448E" w:rsidRDefault="0079055A" w:rsidP="00CE1495">
      <w:pPr>
        <w:jc w:val="both"/>
        <w:rPr>
          <w:sz w:val="12"/>
          <w:szCs w:val="12"/>
        </w:rPr>
      </w:pPr>
    </w:p>
    <w:p w:rsidR="0079055A" w:rsidRPr="00BC023D" w:rsidRDefault="0079055A"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79055A" w:rsidRPr="00BC023D" w:rsidRDefault="0079055A" w:rsidP="00C50BAC">
      <w:pPr>
        <w:jc w:val="center"/>
        <w:rPr>
          <w:b/>
          <w:bCs/>
          <w:sz w:val="24"/>
          <w:szCs w:val="24"/>
        </w:rPr>
      </w:pPr>
      <w:r w:rsidRPr="00BC023D">
        <w:rPr>
          <w:b/>
          <w:bCs/>
          <w:sz w:val="24"/>
          <w:szCs w:val="24"/>
        </w:rPr>
        <w:t>AREA TECNICA</w:t>
      </w:r>
    </w:p>
    <w:p w:rsidR="0079055A" w:rsidRPr="000A3E71" w:rsidRDefault="0079055A">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79055A" w:rsidTr="00BC023D">
        <w:trPr>
          <w:trHeight w:val="1323"/>
        </w:trPr>
        <w:tc>
          <w:tcPr>
            <w:tcW w:w="1771" w:type="dxa"/>
          </w:tcPr>
          <w:p w:rsidR="0079055A" w:rsidRPr="00BC023D" w:rsidRDefault="0079055A" w:rsidP="00CC6F2B">
            <w:pPr>
              <w:rPr>
                <w:bCs/>
                <w:sz w:val="22"/>
                <w:szCs w:val="22"/>
              </w:rPr>
            </w:pPr>
            <w:r w:rsidRPr="00BC023D">
              <w:rPr>
                <w:sz w:val="22"/>
                <w:szCs w:val="22"/>
              </w:rPr>
              <w:t>Esercizio 201</w:t>
            </w:r>
            <w:r>
              <w:rPr>
                <w:sz w:val="22"/>
                <w:szCs w:val="22"/>
              </w:rPr>
              <w:t>9</w:t>
            </w:r>
          </w:p>
          <w:p w:rsidR="0079055A" w:rsidRPr="00BC023D" w:rsidRDefault="0079055A"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79055A" w:rsidRPr="00BC023D" w:rsidRDefault="0079055A" w:rsidP="00391978">
            <w:pPr>
              <w:rPr>
                <w:b/>
                <w:sz w:val="22"/>
                <w:szCs w:val="22"/>
              </w:rPr>
            </w:pPr>
            <w:r w:rsidRPr="00BC023D">
              <w:rPr>
                <w:bCs/>
                <w:sz w:val="22"/>
                <w:szCs w:val="22"/>
              </w:rPr>
              <w:t xml:space="preserve">N. </w:t>
            </w:r>
            <w:r>
              <w:rPr>
                <w:b/>
                <w:bCs/>
                <w:sz w:val="22"/>
                <w:szCs w:val="22"/>
              </w:rPr>
              <w:t>248</w:t>
            </w:r>
          </w:p>
          <w:p w:rsidR="0079055A" w:rsidRPr="0066298D" w:rsidRDefault="0079055A" w:rsidP="009B0C85">
            <w:pPr>
              <w:rPr>
                <w:b/>
                <w:bCs/>
                <w:sz w:val="24"/>
              </w:rPr>
            </w:pPr>
            <w:r>
              <w:rPr>
                <w:b/>
                <w:sz w:val="22"/>
                <w:szCs w:val="22"/>
              </w:rPr>
              <w:t>02.09.2019</w:t>
            </w:r>
          </w:p>
        </w:tc>
        <w:tc>
          <w:tcPr>
            <w:tcW w:w="9072" w:type="dxa"/>
          </w:tcPr>
          <w:p w:rsidR="0079055A" w:rsidRPr="00CD3F0F" w:rsidRDefault="0079055A" w:rsidP="00B57274">
            <w:pPr>
              <w:ind w:left="1773" w:hanging="1773"/>
              <w:rPr>
                <w:b/>
                <w:bCs/>
                <w:sz w:val="22"/>
                <w:szCs w:val="22"/>
                <w:u w:val="single"/>
              </w:rPr>
            </w:pPr>
            <w:r w:rsidRPr="00BC023D">
              <w:rPr>
                <w:bCs/>
                <w:sz w:val="22"/>
                <w:szCs w:val="22"/>
              </w:rPr>
              <w:t xml:space="preserve">Ditta da liquidare:  </w:t>
            </w:r>
            <w:r w:rsidRPr="00CD3F0F">
              <w:rPr>
                <w:b/>
                <w:bCs/>
                <w:sz w:val="22"/>
                <w:szCs w:val="22"/>
                <w:u w:val="single"/>
              </w:rPr>
              <w:t>Dipendenti Amministrativi, Operai ed Operatori Ecologici assegnati all’Area Tecnica</w:t>
            </w:r>
          </w:p>
          <w:p w:rsidR="0079055A" w:rsidRPr="00E206C7" w:rsidRDefault="0079055A" w:rsidP="00B57274">
            <w:pPr>
              <w:pStyle w:val="Heading6"/>
              <w:rPr>
                <w:bCs w:val="0"/>
                <w:sz w:val="22"/>
                <w:szCs w:val="22"/>
              </w:rPr>
            </w:pPr>
            <w:r w:rsidRPr="00BC023D">
              <w:rPr>
                <w:bCs w:val="0"/>
                <w:sz w:val="22"/>
                <w:szCs w:val="22"/>
              </w:rPr>
              <w:t xml:space="preserve">CIG: </w:t>
            </w:r>
            <w:r w:rsidRPr="00E206C7">
              <w:rPr>
                <w:bCs w:val="0"/>
                <w:sz w:val="22"/>
                <w:szCs w:val="22"/>
              </w:rPr>
              <w:t>Z392959CB6</w:t>
            </w:r>
          </w:p>
          <w:p w:rsidR="0079055A" w:rsidRPr="00CD3F0F" w:rsidRDefault="0079055A" w:rsidP="00B57274">
            <w:pPr>
              <w:pStyle w:val="Heading6"/>
              <w:rPr>
                <w:bCs w:val="0"/>
                <w:sz w:val="22"/>
                <w:szCs w:val="22"/>
              </w:rPr>
            </w:pPr>
            <w:r w:rsidRPr="00BC023D">
              <w:rPr>
                <w:b w:val="0"/>
                <w:bCs w:val="0"/>
                <w:sz w:val="22"/>
                <w:szCs w:val="22"/>
              </w:rPr>
              <w:t xml:space="preserve">Oggetto della spesa: </w:t>
            </w:r>
            <w:r w:rsidRPr="00A520F4">
              <w:rPr>
                <w:bCs w:val="0"/>
                <w:sz w:val="22"/>
                <w:szCs w:val="22"/>
              </w:rPr>
              <w:t>Liquidazione per pagamento indennit</w:t>
            </w:r>
            <w:r>
              <w:rPr>
                <w:bCs w:val="0"/>
                <w:sz w:val="22"/>
                <w:szCs w:val="22"/>
              </w:rPr>
              <w:t>à di reperibilità</w:t>
            </w:r>
            <w:r w:rsidRPr="00A520F4">
              <w:rPr>
                <w:bCs w:val="0"/>
                <w:sz w:val="22"/>
                <w:szCs w:val="22"/>
              </w:rPr>
              <w:t xml:space="preserve"> ai dipendenti dell</w:t>
            </w:r>
            <w:r>
              <w:rPr>
                <w:bCs w:val="0"/>
                <w:sz w:val="22"/>
                <w:szCs w:val="22"/>
              </w:rPr>
              <w:t>’</w:t>
            </w:r>
            <w:r w:rsidRPr="00A520F4">
              <w:rPr>
                <w:bCs w:val="0"/>
                <w:sz w:val="22"/>
                <w:szCs w:val="22"/>
              </w:rPr>
              <w:t>Area Tecnica Anno 2019  dal 01.01.2019 al 31.0</w:t>
            </w:r>
            <w:r>
              <w:rPr>
                <w:bCs w:val="0"/>
                <w:sz w:val="22"/>
                <w:szCs w:val="22"/>
              </w:rPr>
              <w:t>8</w:t>
            </w:r>
            <w:r w:rsidRPr="00A520F4">
              <w:rPr>
                <w:bCs w:val="0"/>
                <w:sz w:val="22"/>
                <w:szCs w:val="22"/>
              </w:rPr>
              <w:t>.2019</w:t>
            </w:r>
            <w:r>
              <w:rPr>
                <w:bCs w:val="0"/>
                <w:sz w:val="22"/>
                <w:szCs w:val="22"/>
              </w:rPr>
              <w:t>. CONTRIBUTI</w:t>
            </w:r>
          </w:p>
        </w:tc>
      </w:tr>
    </w:tbl>
    <w:p w:rsidR="0079055A" w:rsidRPr="001E621C" w:rsidRDefault="0079055A" w:rsidP="00DB4E57">
      <w:pPr>
        <w:jc w:val="both"/>
        <w:rPr>
          <w:sz w:val="6"/>
          <w:szCs w:val="6"/>
        </w:rPr>
      </w:pPr>
    </w:p>
    <w:p w:rsidR="0079055A" w:rsidRPr="00BC023D" w:rsidRDefault="0079055A" w:rsidP="00DB4E57">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79055A" w:rsidRDefault="0079055A" w:rsidP="00DB4E57">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79055A" w:rsidRDefault="0079055A" w:rsidP="00DB4E57">
      <w:pPr>
        <w:jc w:val="both"/>
        <w:rPr>
          <w:i/>
          <w:sz w:val="6"/>
          <w:szCs w:val="6"/>
        </w:rPr>
      </w:pPr>
    </w:p>
    <w:p w:rsidR="0079055A" w:rsidRDefault="0079055A" w:rsidP="00DB4E57">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79055A" w:rsidRDefault="0079055A" w:rsidP="00DB4E57">
      <w:pPr>
        <w:jc w:val="both"/>
        <w:rPr>
          <w:i/>
          <w:sz w:val="6"/>
          <w:szCs w:val="6"/>
        </w:rPr>
      </w:pPr>
    </w:p>
    <w:p w:rsidR="0079055A" w:rsidRDefault="0079055A" w:rsidP="00DB4E57">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79055A" w:rsidRDefault="0079055A" w:rsidP="00DB4E57">
      <w:pPr>
        <w:jc w:val="both"/>
        <w:rPr>
          <w:i/>
          <w:sz w:val="6"/>
          <w:szCs w:val="6"/>
        </w:rPr>
      </w:pPr>
    </w:p>
    <w:p w:rsidR="0079055A" w:rsidRPr="001F126B" w:rsidRDefault="0079055A" w:rsidP="00DB4E57">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79055A" w:rsidRDefault="0079055A" w:rsidP="00DB4E57">
      <w:pPr>
        <w:jc w:val="both"/>
        <w:rPr>
          <w:i/>
          <w:sz w:val="6"/>
          <w:szCs w:val="6"/>
        </w:rPr>
      </w:pPr>
    </w:p>
    <w:p w:rsidR="0079055A" w:rsidRPr="001F126B" w:rsidRDefault="0079055A" w:rsidP="00DB4E57">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79055A" w:rsidRDefault="0079055A" w:rsidP="00DB4E57">
      <w:pPr>
        <w:jc w:val="both"/>
        <w:rPr>
          <w:i/>
          <w:sz w:val="6"/>
          <w:szCs w:val="6"/>
        </w:rPr>
      </w:pPr>
    </w:p>
    <w:p w:rsidR="0079055A" w:rsidRDefault="0079055A" w:rsidP="00DB4E57">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79055A" w:rsidRDefault="0079055A" w:rsidP="00DB4E57">
      <w:pPr>
        <w:jc w:val="both"/>
        <w:rPr>
          <w:sz w:val="6"/>
          <w:szCs w:val="6"/>
        </w:rPr>
      </w:pPr>
    </w:p>
    <w:p w:rsidR="0079055A" w:rsidRDefault="0079055A" w:rsidP="00DB4E57">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79055A" w:rsidRDefault="0079055A" w:rsidP="00DB4E57">
      <w:pPr>
        <w:jc w:val="both"/>
        <w:rPr>
          <w:sz w:val="6"/>
          <w:szCs w:val="6"/>
        </w:rPr>
      </w:pPr>
    </w:p>
    <w:p w:rsidR="0079055A" w:rsidRDefault="0079055A" w:rsidP="00DB4E57">
      <w:pPr>
        <w:widowControl w:val="0"/>
        <w:jc w:val="both"/>
      </w:pPr>
      <w:r>
        <w:rPr>
          <w:b/>
        </w:rPr>
        <w:t>Visto</w:t>
      </w:r>
      <w:r>
        <w:t xml:space="preserve"> il Documento Unico di Regolarità Contributiva acquisito mediante accesso al sistema DURC online messo a disposizione da INPS ed INAIL, in corso di validità;</w:t>
      </w:r>
    </w:p>
    <w:p w:rsidR="0079055A" w:rsidRDefault="0079055A" w:rsidP="00DB4E57">
      <w:pPr>
        <w:jc w:val="both"/>
        <w:rPr>
          <w:sz w:val="6"/>
          <w:szCs w:val="6"/>
        </w:rPr>
      </w:pPr>
    </w:p>
    <w:p w:rsidR="0079055A" w:rsidRPr="00CD3F0F" w:rsidRDefault="0079055A" w:rsidP="00B57274">
      <w:pPr>
        <w:pStyle w:val="PlainText"/>
        <w:jc w:val="both"/>
        <w:rPr>
          <w:rFonts w:ascii="Times New Roman" w:hAnsi="Times New Roman"/>
          <w:b/>
          <w:bCs/>
          <w:sz w:val="22"/>
          <w:szCs w:val="22"/>
        </w:rPr>
      </w:pPr>
      <w:r w:rsidRPr="00AE1AF7">
        <w:rPr>
          <w:rFonts w:ascii="Times New Roman" w:hAnsi="Times New Roman"/>
          <w:b/>
          <w:bCs/>
          <w:sz w:val="22"/>
          <w:szCs w:val="22"/>
        </w:rPr>
        <w:t xml:space="preserve">Considerato </w:t>
      </w:r>
      <w:r w:rsidRPr="00AE1AF7">
        <w:rPr>
          <w:rFonts w:ascii="Times New Roman" w:hAnsi="Times New Roman"/>
          <w:bCs/>
          <w:sz w:val="22"/>
          <w:szCs w:val="22"/>
        </w:rPr>
        <w:t xml:space="preserve">che la spesa è stata impegnata con </w:t>
      </w:r>
      <w:r>
        <w:rPr>
          <w:rFonts w:ascii="Times New Roman" w:hAnsi="Times New Roman"/>
          <w:bCs/>
          <w:sz w:val="22"/>
          <w:szCs w:val="22"/>
        </w:rPr>
        <w:t>D</w:t>
      </w:r>
      <w:r w:rsidRPr="00AE1AF7">
        <w:rPr>
          <w:rFonts w:ascii="Times New Roman" w:hAnsi="Times New Roman"/>
          <w:bCs/>
          <w:sz w:val="22"/>
          <w:szCs w:val="22"/>
        </w:rPr>
        <w:t xml:space="preserve">eterminazione </w:t>
      </w:r>
      <w:r w:rsidRPr="00AE1AF7">
        <w:rPr>
          <w:rFonts w:ascii="Times New Roman" w:hAnsi="Times New Roman"/>
          <w:b/>
          <w:bCs/>
          <w:sz w:val="22"/>
          <w:szCs w:val="22"/>
        </w:rPr>
        <w:t xml:space="preserve">n. </w:t>
      </w:r>
      <w:r>
        <w:rPr>
          <w:rFonts w:ascii="Times New Roman" w:hAnsi="Times New Roman"/>
          <w:b/>
          <w:bCs/>
          <w:sz w:val="22"/>
          <w:szCs w:val="22"/>
        </w:rPr>
        <w:t>182</w:t>
      </w:r>
      <w:r w:rsidRPr="00AE1AF7">
        <w:rPr>
          <w:rFonts w:ascii="Times New Roman" w:hAnsi="Times New Roman"/>
          <w:b/>
          <w:bCs/>
          <w:sz w:val="22"/>
          <w:szCs w:val="22"/>
        </w:rPr>
        <w:t xml:space="preserve"> del </w:t>
      </w:r>
      <w:r w:rsidRPr="00CD3F0F">
        <w:rPr>
          <w:rFonts w:ascii="Times New Roman" w:hAnsi="Times New Roman"/>
          <w:b/>
          <w:bCs/>
          <w:sz w:val="22"/>
          <w:szCs w:val="22"/>
        </w:rPr>
        <w:t>29.07.2019</w:t>
      </w:r>
      <w:r>
        <w:rPr>
          <w:rFonts w:ascii="Times New Roman" w:hAnsi="Times New Roman"/>
          <w:b/>
          <w:bCs/>
          <w:sz w:val="22"/>
          <w:szCs w:val="22"/>
        </w:rPr>
        <w:t xml:space="preserve"> </w:t>
      </w:r>
      <w:r w:rsidRPr="00AE1AF7">
        <w:rPr>
          <w:rFonts w:ascii="Times New Roman" w:hAnsi="Times New Roman"/>
          <w:bCs/>
          <w:sz w:val="22"/>
          <w:szCs w:val="22"/>
        </w:rPr>
        <w:t>mediante imputazione sul</w:t>
      </w:r>
      <w:r w:rsidRPr="00AE1AF7">
        <w:rPr>
          <w:rFonts w:ascii="Times New Roman" w:hAnsi="Times New Roman"/>
          <w:b/>
          <w:bCs/>
          <w:sz w:val="22"/>
          <w:szCs w:val="22"/>
        </w:rPr>
        <w:t xml:space="preserve"> </w:t>
      </w:r>
      <w:r>
        <w:rPr>
          <w:rFonts w:ascii="Times New Roman" w:hAnsi="Times New Roman"/>
          <w:b/>
          <w:bCs/>
          <w:sz w:val="22"/>
          <w:szCs w:val="22"/>
        </w:rPr>
        <w:t>C</w:t>
      </w:r>
      <w:r w:rsidRPr="00AE1AF7">
        <w:rPr>
          <w:rFonts w:ascii="Times New Roman" w:hAnsi="Times New Roman"/>
          <w:b/>
          <w:bCs/>
          <w:sz w:val="22"/>
          <w:szCs w:val="22"/>
        </w:rPr>
        <w:t>odice di bilancio</w:t>
      </w:r>
      <w:r>
        <w:rPr>
          <w:rFonts w:ascii="Times New Roman" w:hAnsi="Times New Roman"/>
          <w:b/>
          <w:bCs/>
          <w:sz w:val="22"/>
          <w:szCs w:val="22"/>
        </w:rPr>
        <w:t xml:space="preserve"> </w:t>
      </w:r>
      <w:r w:rsidRPr="00CD3F0F">
        <w:rPr>
          <w:rFonts w:ascii="Times New Roman" w:hAnsi="Times New Roman"/>
          <w:b/>
          <w:bCs/>
          <w:sz w:val="22"/>
          <w:szCs w:val="22"/>
        </w:rPr>
        <w:t>U 1010101004 – 10109300 / 1</w:t>
      </w:r>
    </w:p>
    <w:p w:rsidR="0079055A" w:rsidRPr="00A5334D" w:rsidRDefault="0079055A"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79055A" w:rsidRPr="002970D3" w:rsidTr="00BC023D">
        <w:tc>
          <w:tcPr>
            <w:tcW w:w="10773" w:type="dxa"/>
          </w:tcPr>
          <w:p w:rsidR="0079055A" w:rsidRPr="006C42E8" w:rsidRDefault="0079055A" w:rsidP="00B74D60">
            <w:pPr>
              <w:jc w:val="both"/>
              <w:rPr>
                <w:sz w:val="6"/>
                <w:szCs w:val="6"/>
              </w:rPr>
            </w:pPr>
          </w:p>
          <w:p w:rsidR="0079055A" w:rsidRPr="00B74D60" w:rsidRDefault="0079055A" w:rsidP="00B74D60">
            <w:pPr>
              <w:jc w:val="center"/>
              <w:rPr>
                <w:b/>
                <w:sz w:val="22"/>
                <w:szCs w:val="22"/>
              </w:rPr>
            </w:pPr>
            <w:r w:rsidRPr="00B74D60">
              <w:rPr>
                <w:sz w:val="22"/>
                <w:szCs w:val="22"/>
              </w:rPr>
              <w:t>Imp. ………</w:t>
            </w:r>
            <w:r>
              <w:rPr>
                <w:b/>
                <w:sz w:val="22"/>
                <w:szCs w:val="22"/>
              </w:rPr>
              <w:t>___</w:t>
            </w:r>
            <w:r w:rsidRPr="00DC1DB5">
              <w:rPr>
                <w:b/>
                <w:sz w:val="22"/>
                <w:szCs w:val="22"/>
              </w:rPr>
              <w:t>/2019</w:t>
            </w:r>
            <w:r w:rsidRPr="00B74D60">
              <w:rPr>
                <w:sz w:val="22"/>
                <w:szCs w:val="22"/>
              </w:rPr>
              <w:t>……… SUB Imp. ………</w:t>
            </w:r>
            <w:r w:rsidRPr="00BF7E6E">
              <w:rPr>
                <w:sz w:val="22"/>
                <w:szCs w:val="22"/>
              </w:rPr>
              <w:t>/</w:t>
            </w:r>
            <w:r w:rsidRPr="00B74D60">
              <w:rPr>
                <w:sz w:val="22"/>
                <w:szCs w:val="22"/>
              </w:rPr>
              <w:t>………  RESIDUO ………………</w:t>
            </w:r>
          </w:p>
          <w:p w:rsidR="0079055A" w:rsidRPr="00B74D60" w:rsidRDefault="0079055A" w:rsidP="00B74D60">
            <w:pPr>
              <w:ind w:left="-108"/>
              <w:jc w:val="center"/>
              <w:rPr>
                <w:sz w:val="21"/>
                <w:szCs w:val="21"/>
              </w:rPr>
            </w:pPr>
            <w:r w:rsidRPr="00B74D60">
              <w:rPr>
                <w:sz w:val="21"/>
                <w:szCs w:val="21"/>
              </w:rPr>
              <w:t>FINANZIATO VINCOLATO CON:  □ Oneri di Urbanizzazione     □  Mutuo</w:t>
            </w:r>
          </w:p>
          <w:p w:rsidR="0079055A" w:rsidRPr="006C42E8" w:rsidRDefault="0079055A" w:rsidP="00B74D60">
            <w:pPr>
              <w:ind w:left="1020"/>
              <w:jc w:val="both"/>
              <w:rPr>
                <w:sz w:val="6"/>
                <w:szCs w:val="6"/>
              </w:rPr>
            </w:pPr>
          </w:p>
        </w:tc>
      </w:tr>
    </w:tbl>
    <w:p w:rsidR="0079055A" w:rsidRPr="007C5B7A" w:rsidRDefault="0079055A" w:rsidP="00A5334D">
      <w:pPr>
        <w:jc w:val="both"/>
        <w:rPr>
          <w:b/>
          <w:sz w:val="6"/>
          <w:szCs w:val="6"/>
        </w:rPr>
      </w:pPr>
    </w:p>
    <w:p w:rsidR="0079055A" w:rsidRPr="00E67A78" w:rsidRDefault="0079055A" w:rsidP="00A5334D">
      <w:pPr>
        <w:jc w:val="both"/>
      </w:pPr>
      <w:r w:rsidRPr="00E67A78">
        <w:rPr>
          <w:b/>
        </w:rPr>
        <w:t>Visto</w:t>
      </w:r>
      <w:r w:rsidRPr="00E67A78">
        <w:t xml:space="preserve"> l’art. 184 del D.Lgs. 267/2000 TUEL;</w:t>
      </w:r>
    </w:p>
    <w:p w:rsidR="0079055A" w:rsidRPr="007C5B7A" w:rsidRDefault="0079055A" w:rsidP="00A5334D">
      <w:pPr>
        <w:jc w:val="both"/>
        <w:rPr>
          <w:b/>
          <w:sz w:val="6"/>
          <w:szCs w:val="6"/>
        </w:rPr>
      </w:pPr>
    </w:p>
    <w:p w:rsidR="0079055A" w:rsidRDefault="0079055A" w:rsidP="00A5334D">
      <w:pPr>
        <w:jc w:val="both"/>
      </w:pPr>
      <w:r w:rsidRPr="00E67A78">
        <w:rPr>
          <w:b/>
        </w:rPr>
        <w:t>Visto</w:t>
      </w:r>
      <w:r w:rsidRPr="00E67A78">
        <w:t xml:space="preserve"> l’art. 35 del vigente Regolamento di Contabilità;</w:t>
      </w:r>
    </w:p>
    <w:p w:rsidR="0079055A" w:rsidRDefault="0079055A" w:rsidP="00A5334D">
      <w:pPr>
        <w:pStyle w:val="Heading4"/>
        <w:rPr>
          <w:rFonts w:ascii="Times New Roman" w:hAnsi="Times New Roman"/>
          <w:sz w:val="22"/>
          <w:szCs w:val="22"/>
        </w:rPr>
      </w:pPr>
      <w:r w:rsidRPr="00BC023D">
        <w:rPr>
          <w:rFonts w:ascii="Times New Roman" w:hAnsi="Times New Roman"/>
          <w:sz w:val="22"/>
          <w:szCs w:val="22"/>
        </w:rPr>
        <w:t>D E T E R M I N A</w:t>
      </w:r>
    </w:p>
    <w:p w:rsidR="0079055A" w:rsidRDefault="0079055A"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sidRPr="00263F79">
        <w:rPr>
          <w:b/>
          <w:bCs/>
        </w:rPr>
        <w:t>1.504,49</w:t>
      </w:r>
      <w:r>
        <w:rPr>
          <w:b/>
          <w:bCs/>
        </w:rPr>
        <w:t xml:space="preserve"> </w:t>
      </w:r>
      <w:r w:rsidRPr="00E67A78">
        <w:t>IVA inclusa, autorizzandone altresì il pagamento sul codice di bilancio sopra specificato che presenta la necessaria disponibilità;</w:t>
      </w:r>
    </w:p>
    <w:p w:rsidR="0079055A" w:rsidRDefault="0079055A" w:rsidP="00A5334D">
      <w:pPr>
        <w:jc w:val="center"/>
        <w:rPr>
          <w:b/>
          <w:sz w:val="22"/>
          <w:szCs w:val="22"/>
        </w:rPr>
      </w:pPr>
      <w:r w:rsidRPr="00D45F4B">
        <w:rPr>
          <w:b/>
          <w:sz w:val="22"/>
          <w:szCs w:val="22"/>
        </w:rPr>
        <w:t>RICHIEDE</w:t>
      </w:r>
    </w:p>
    <w:p w:rsidR="0079055A" w:rsidRPr="00E67A78" w:rsidRDefault="0079055A" w:rsidP="00A5334D">
      <w:pPr>
        <w:jc w:val="both"/>
      </w:pPr>
      <w:r w:rsidRPr="00E67A78">
        <w:t>Al Settore Gestione Economica e Finanziaria l’emissione del mandato di pagamento delle fatture sopra elencate da versare ai sensi dell’art. 17-ter del DPR n.633/1972.</w:t>
      </w:r>
    </w:p>
    <w:p w:rsidR="0079055A" w:rsidRPr="00650377" w:rsidRDefault="0079055A" w:rsidP="00A5334D">
      <w:pPr>
        <w:jc w:val="both"/>
        <w:rPr>
          <w:sz w:val="6"/>
          <w:szCs w:val="6"/>
        </w:rPr>
      </w:pPr>
    </w:p>
    <w:p w:rsidR="0079055A" w:rsidRPr="00E67A78" w:rsidRDefault="0079055A"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79055A" w:rsidRPr="00F03141" w:rsidRDefault="0079055A" w:rsidP="00A5334D">
      <w:pPr>
        <w:jc w:val="both"/>
        <w:rPr>
          <w:sz w:val="6"/>
          <w:szCs w:val="6"/>
        </w:rPr>
      </w:pPr>
    </w:p>
    <w:p w:rsidR="0079055A" w:rsidRPr="00286AB1" w:rsidRDefault="0079055A"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79055A" w:rsidRPr="002A2566" w:rsidRDefault="0079055A" w:rsidP="00A5334D">
      <w:pPr>
        <w:tabs>
          <w:tab w:val="left" w:pos="5812"/>
        </w:tabs>
        <w:jc w:val="both"/>
        <w:rPr>
          <w:sz w:val="22"/>
          <w:szCs w:val="22"/>
        </w:rPr>
      </w:pPr>
      <w:r w:rsidRPr="00D45F4B">
        <w:rPr>
          <w:sz w:val="22"/>
          <w:szCs w:val="22"/>
        </w:rPr>
        <w:tab/>
      </w:r>
      <w:r w:rsidRPr="002A2566">
        <w:rPr>
          <w:sz w:val="22"/>
          <w:szCs w:val="22"/>
        </w:rPr>
        <w:t>Il Responsabile ad interim</w:t>
      </w:r>
    </w:p>
    <w:p w:rsidR="0079055A" w:rsidRPr="002A2566" w:rsidRDefault="0079055A"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79055A" w:rsidRPr="00D45F4B" w:rsidRDefault="0079055A" w:rsidP="00A5334D">
      <w:pPr>
        <w:jc w:val="both"/>
        <w:rPr>
          <w:b/>
          <w:sz w:val="22"/>
          <w:szCs w:val="22"/>
        </w:rPr>
      </w:pPr>
      <w:r w:rsidRPr="00D45F4B">
        <w:rPr>
          <w:b/>
          <w:sz w:val="22"/>
          <w:szCs w:val="22"/>
        </w:rPr>
        <w:t xml:space="preserve"> </w:t>
      </w:r>
    </w:p>
    <w:p w:rsidR="0079055A" w:rsidRPr="00BF7BB2" w:rsidRDefault="0079055A" w:rsidP="00A5334D">
      <w:pPr>
        <w:pBdr>
          <w:bottom w:val="single" w:sz="12" w:space="1" w:color="auto"/>
        </w:pBdr>
        <w:jc w:val="both"/>
        <w:rPr>
          <w:b/>
          <w:sz w:val="22"/>
          <w:szCs w:val="22"/>
        </w:rPr>
      </w:pPr>
    </w:p>
    <w:p w:rsidR="0079055A" w:rsidRPr="00BC023D" w:rsidRDefault="0079055A"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79055A" w:rsidRPr="002970D3" w:rsidTr="00572DCA">
        <w:trPr>
          <w:jc w:val="center"/>
        </w:trPr>
        <w:tc>
          <w:tcPr>
            <w:tcW w:w="10759" w:type="dxa"/>
          </w:tcPr>
          <w:p w:rsidR="0079055A" w:rsidRPr="00CE1495" w:rsidRDefault="0079055A" w:rsidP="00572DCA">
            <w:pPr>
              <w:tabs>
                <w:tab w:val="left" w:pos="4962"/>
              </w:tabs>
              <w:jc w:val="both"/>
            </w:pPr>
            <w:r w:rsidRPr="00CE1495">
              <w:t>GESTIONE ECONOMICA FINANZIARIA (LIQUIDAZIONE N. …………………)</w:t>
            </w:r>
          </w:p>
          <w:p w:rsidR="0079055A" w:rsidRPr="00CE1495" w:rsidRDefault="0079055A"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79055A" w:rsidRPr="00CE1495" w:rsidRDefault="0079055A"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79055A" w:rsidRPr="00CE1495" w:rsidRDefault="0079055A" w:rsidP="00572DCA">
            <w:pPr>
              <w:widowControl w:val="0"/>
              <w:jc w:val="center"/>
              <w:rPr>
                <w:snapToGrid w:val="0"/>
                <w:u w:val="single"/>
              </w:rPr>
            </w:pPr>
            <w:r w:rsidRPr="00CE1495">
              <w:rPr>
                <w:snapToGrid w:val="0"/>
                <w:u w:val="single"/>
              </w:rPr>
              <w:t>SI PROVVEDE ALLA EMISSIONE DI</w:t>
            </w:r>
          </w:p>
          <w:p w:rsidR="0079055A" w:rsidRPr="00CE1495" w:rsidRDefault="0079055A" w:rsidP="00572DCA">
            <w:pPr>
              <w:widowControl w:val="0"/>
              <w:rPr>
                <w:snapToGrid w:val="0"/>
                <w:sz w:val="6"/>
                <w:szCs w:val="6"/>
              </w:rPr>
            </w:pPr>
          </w:p>
          <w:p w:rsidR="0079055A" w:rsidRPr="00CE1495" w:rsidRDefault="0079055A"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79055A" w:rsidRPr="00CE1495" w:rsidRDefault="0079055A" w:rsidP="00572DCA">
            <w:pPr>
              <w:widowControl w:val="0"/>
              <w:rPr>
                <w:snapToGrid w:val="0"/>
                <w:sz w:val="6"/>
                <w:szCs w:val="6"/>
              </w:rPr>
            </w:pPr>
          </w:p>
          <w:p w:rsidR="0079055A" w:rsidRPr="00CE1495" w:rsidRDefault="0079055A" w:rsidP="00B5448E">
            <w:pPr>
              <w:widowControl w:val="0"/>
              <w:rPr>
                <w:snapToGrid w:val="0"/>
              </w:rPr>
            </w:pPr>
            <w:r>
              <w:rPr>
                <w:snapToGrid w:val="0"/>
              </w:rPr>
              <w:t>Porto Azzurro</w:t>
            </w:r>
            <w:r w:rsidRPr="00CE1495">
              <w:rPr>
                <w:snapToGrid w:val="0"/>
              </w:rPr>
              <w:t xml:space="preserve"> ………………………</w:t>
            </w:r>
          </w:p>
          <w:p w:rsidR="0079055A" w:rsidRPr="009B6357" w:rsidRDefault="0079055A"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79055A" w:rsidRPr="009B6357" w:rsidRDefault="0079055A" w:rsidP="00B5448E">
            <w:pPr>
              <w:widowControl w:val="0"/>
              <w:ind w:left="6300"/>
              <w:rPr>
                <w:snapToGrid w:val="0"/>
              </w:rPr>
            </w:pPr>
            <w:r w:rsidRPr="009B6357">
              <w:rPr>
                <w:b/>
                <w:bCs/>
                <w:snapToGrid w:val="0"/>
              </w:rPr>
              <w:t xml:space="preserve"> Dr. Vilmano MAZZEI</w:t>
            </w:r>
          </w:p>
          <w:p w:rsidR="0079055A" w:rsidRPr="00BF7BB2" w:rsidRDefault="0079055A" w:rsidP="00572DCA">
            <w:pPr>
              <w:tabs>
                <w:tab w:val="left" w:pos="4962"/>
              </w:tabs>
              <w:jc w:val="both"/>
              <w:rPr>
                <w:sz w:val="18"/>
                <w:szCs w:val="18"/>
              </w:rPr>
            </w:pPr>
          </w:p>
        </w:tc>
      </w:tr>
    </w:tbl>
    <w:p w:rsidR="0079055A" w:rsidRDefault="0079055A" w:rsidP="00A5334D">
      <w:pPr>
        <w:widowControl w:val="0"/>
        <w:jc w:val="both"/>
        <w:rPr>
          <w:sz w:val="22"/>
          <w:szCs w:val="22"/>
        </w:rPr>
      </w:pP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33"/>
        <w:gridCol w:w="1447"/>
        <w:gridCol w:w="2351"/>
        <w:gridCol w:w="2651"/>
      </w:tblGrid>
      <w:tr w:rsidR="0079055A" w:rsidRPr="00D45F4B" w:rsidTr="00DC7B44">
        <w:trPr>
          <w:trHeight w:val="700"/>
          <w:jc w:val="center"/>
        </w:trPr>
        <w:tc>
          <w:tcPr>
            <w:tcW w:w="3433" w:type="dxa"/>
            <w:vAlign w:val="center"/>
          </w:tcPr>
          <w:p w:rsidR="0079055A" w:rsidRPr="00D45F4B" w:rsidRDefault="0079055A" w:rsidP="006262F5">
            <w:pPr>
              <w:pStyle w:val="BodyText"/>
              <w:jc w:val="center"/>
              <w:rPr>
                <w:b/>
                <w:bCs/>
                <w:sz w:val="22"/>
                <w:szCs w:val="22"/>
              </w:rPr>
            </w:pPr>
            <w:r w:rsidRPr="00D45F4B">
              <w:rPr>
                <w:b/>
                <w:bCs/>
                <w:sz w:val="22"/>
                <w:szCs w:val="22"/>
              </w:rPr>
              <w:t>CREDITORE</w:t>
            </w:r>
          </w:p>
        </w:tc>
        <w:tc>
          <w:tcPr>
            <w:tcW w:w="1447" w:type="dxa"/>
            <w:vAlign w:val="center"/>
          </w:tcPr>
          <w:p w:rsidR="0079055A" w:rsidRPr="00D45F4B" w:rsidRDefault="0079055A" w:rsidP="00A520F4">
            <w:pPr>
              <w:pStyle w:val="BodyText"/>
              <w:jc w:val="center"/>
              <w:rPr>
                <w:b/>
                <w:bCs/>
                <w:sz w:val="22"/>
                <w:szCs w:val="22"/>
              </w:rPr>
            </w:pPr>
            <w:r w:rsidRPr="00D45F4B">
              <w:rPr>
                <w:b/>
                <w:bCs/>
                <w:sz w:val="22"/>
                <w:szCs w:val="22"/>
              </w:rPr>
              <w:t xml:space="preserve">IMPORTO </w:t>
            </w:r>
            <w:r>
              <w:rPr>
                <w:b/>
                <w:bCs/>
                <w:sz w:val="22"/>
                <w:szCs w:val="22"/>
              </w:rPr>
              <w:t>INDENNITÀ</w:t>
            </w:r>
          </w:p>
        </w:tc>
        <w:tc>
          <w:tcPr>
            <w:tcW w:w="2351" w:type="dxa"/>
            <w:vAlign w:val="center"/>
          </w:tcPr>
          <w:p w:rsidR="0079055A" w:rsidRDefault="0079055A" w:rsidP="00300AED">
            <w:pPr>
              <w:pStyle w:val="BodyText"/>
              <w:jc w:val="center"/>
              <w:rPr>
                <w:b/>
                <w:bCs/>
                <w:sz w:val="22"/>
                <w:szCs w:val="22"/>
              </w:rPr>
            </w:pPr>
            <w:r>
              <w:rPr>
                <w:b/>
                <w:bCs/>
                <w:sz w:val="22"/>
                <w:szCs w:val="22"/>
              </w:rPr>
              <w:t>IMPORTO</w:t>
            </w:r>
          </w:p>
          <w:p w:rsidR="0079055A" w:rsidRDefault="0079055A" w:rsidP="00300AED">
            <w:pPr>
              <w:pStyle w:val="BodyText"/>
              <w:jc w:val="center"/>
              <w:rPr>
                <w:b/>
                <w:bCs/>
                <w:sz w:val="22"/>
                <w:szCs w:val="22"/>
              </w:rPr>
            </w:pPr>
            <w:r>
              <w:rPr>
                <w:b/>
                <w:bCs/>
                <w:sz w:val="22"/>
                <w:szCs w:val="22"/>
              </w:rPr>
              <w:t>IRAP 8,5%</w:t>
            </w:r>
          </w:p>
          <w:p w:rsidR="0079055A" w:rsidRPr="00D45F4B" w:rsidRDefault="0079055A" w:rsidP="00300AED">
            <w:pPr>
              <w:pStyle w:val="BodyText"/>
              <w:jc w:val="center"/>
              <w:rPr>
                <w:b/>
                <w:bCs/>
                <w:sz w:val="22"/>
                <w:szCs w:val="22"/>
              </w:rPr>
            </w:pPr>
            <w:r>
              <w:rPr>
                <w:b/>
                <w:bCs/>
                <w:sz w:val="22"/>
                <w:szCs w:val="22"/>
              </w:rPr>
              <w:t>SU INDENNITA’ DI REPERIBILITA’</w:t>
            </w:r>
          </w:p>
        </w:tc>
        <w:tc>
          <w:tcPr>
            <w:tcW w:w="2651" w:type="dxa"/>
            <w:vAlign w:val="center"/>
          </w:tcPr>
          <w:p w:rsidR="0079055A" w:rsidRPr="00D45F4B" w:rsidRDefault="0079055A" w:rsidP="00A520F4">
            <w:pPr>
              <w:pStyle w:val="BodyText"/>
              <w:jc w:val="center"/>
              <w:rPr>
                <w:b/>
                <w:bCs/>
                <w:sz w:val="22"/>
                <w:szCs w:val="22"/>
              </w:rPr>
            </w:pPr>
            <w:r w:rsidRPr="00D45F4B">
              <w:rPr>
                <w:b/>
                <w:bCs/>
                <w:sz w:val="22"/>
                <w:szCs w:val="22"/>
              </w:rPr>
              <w:t xml:space="preserve">IMPORTO </w:t>
            </w:r>
            <w:r>
              <w:rPr>
                <w:b/>
                <w:bCs/>
                <w:sz w:val="22"/>
                <w:szCs w:val="22"/>
              </w:rPr>
              <w:t>CONTRIBUTI 23,80% SU INDENNITA’ DI REPERIBILITA’</w:t>
            </w:r>
          </w:p>
        </w:tc>
      </w:tr>
      <w:tr w:rsidR="0079055A" w:rsidRPr="00D45F4B" w:rsidTr="00DC7B44">
        <w:trPr>
          <w:trHeight w:val="454"/>
          <w:jc w:val="center"/>
        </w:trPr>
        <w:tc>
          <w:tcPr>
            <w:tcW w:w="3433" w:type="dxa"/>
            <w:vAlign w:val="center"/>
          </w:tcPr>
          <w:p w:rsidR="0079055A" w:rsidRPr="00B57274" w:rsidRDefault="0079055A" w:rsidP="00EB23C3">
            <w:pPr>
              <w:rPr>
                <w:b/>
                <w:bCs/>
                <w:sz w:val="22"/>
                <w:szCs w:val="22"/>
              </w:rPr>
            </w:pPr>
            <w:r>
              <w:rPr>
                <w:b/>
                <w:bCs/>
                <w:sz w:val="22"/>
                <w:szCs w:val="22"/>
              </w:rPr>
              <w:t>ANGELLOTTI Claudio</w:t>
            </w:r>
          </w:p>
        </w:tc>
        <w:tc>
          <w:tcPr>
            <w:tcW w:w="1447" w:type="dxa"/>
            <w:vAlign w:val="center"/>
          </w:tcPr>
          <w:p w:rsidR="0079055A" w:rsidRDefault="0079055A" w:rsidP="00DC7B44">
            <w:pPr>
              <w:jc w:val="right"/>
              <w:rPr>
                <w:rFonts w:ascii="Bookman Old Style" w:hAnsi="Bookman Old Style" w:cs="Arial"/>
              </w:rPr>
            </w:pPr>
            <w:r>
              <w:rPr>
                <w:rFonts w:ascii="Bookman Old Style" w:hAnsi="Bookman Old Style" w:cs="Arial"/>
              </w:rPr>
              <w:t>€ 433,86</w:t>
            </w:r>
          </w:p>
        </w:tc>
        <w:tc>
          <w:tcPr>
            <w:tcW w:w="2351" w:type="dxa"/>
            <w:vAlign w:val="center"/>
          </w:tcPr>
          <w:p w:rsidR="0079055A" w:rsidRDefault="0079055A" w:rsidP="00DC7B44">
            <w:pPr>
              <w:jc w:val="right"/>
              <w:rPr>
                <w:rFonts w:ascii="Bookman Old Style" w:hAnsi="Bookman Old Style" w:cs="Arial"/>
              </w:rPr>
            </w:pPr>
            <w:r>
              <w:rPr>
                <w:rFonts w:ascii="Bookman Old Style" w:hAnsi="Bookman Old Style" w:cs="Arial"/>
              </w:rPr>
              <w:t>€ 36,89</w:t>
            </w:r>
          </w:p>
        </w:tc>
        <w:tc>
          <w:tcPr>
            <w:tcW w:w="2651" w:type="dxa"/>
            <w:vAlign w:val="center"/>
          </w:tcPr>
          <w:p w:rsidR="0079055A" w:rsidRDefault="0079055A" w:rsidP="00DC7B44">
            <w:pPr>
              <w:jc w:val="right"/>
              <w:rPr>
                <w:rFonts w:ascii="Bookman Old Style" w:hAnsi="Bookman Old Style" w:cs="Arial"/>
              </w:rPr>
            </w:pPr>
            <w:r>
              <w:rPr>
                <w:rFonts w:ascii="Bookman Old Style" w:hAnsi="Bookman Old Style" w:cs="Arial"/>
              </w:rPr>
              <w:t>€ 103,25</w:t>
            </w:r>
          </w:p>
        </w:tc>
      </w:tr>
      <w:tr w:rsidR="0079055A" w:rsidRPr="00D45F4B" w:rsidTr="00DC7B44">
        <w:trPr>
          <w:trHeight w:val="454"/>
          <w:jc w:val="center"/>
        </w:trPr>
        <w:tc>
          <w:tcPr>
            <w:tcW w:w="3433" w:type="dxa"/>
            <w:vAlign w:val="center"/>
          </w:tcPr>
          <w:p w:rsidR="0079055A" w:rsidRDefault="0079055A" w:rsidP="00EB23C3">
            <w:pPr>
              <w:rPr>
                <w:b/>
                <w:bCs/>
                <w:sz w:val="22"/>
                <w:szCs w:val="22"/>
              </w:rPr>
            </w:pPr>
            <w:r>
              <w:rPr>
                <w:b/>
                <w:bCs/>
                <w:sz w:val="22"/>
                <w:szCs w:val="22"/>
              </w:rPr>
              <w:t>ARNONE Biagio</w:t>
            </w:r>
          </w:p>
        </w:tc>
        <w:tc>
          <w:tcPr>
            <w:tcW w:w="1447" w:type="dxa"/>
            <w:vAlign w:val="center"/>
          </w:tcPr>
          <w:p w:rsidR="0079055A" w:rsidRDefault="0079055A" w:rsidP="00DC7B44">
            <w:pPr>
              <w:jc w:val="right"/>
              <w:rPr>
                <w:rFonts w:ascii="Bookman Old Style" w:hAnsi="Bookman Old Style" w:cs="Arial"/>
              </w:rPr>
            </w:pPr>
            <w:r>
              <w:rPr>
                <w:rFonts w:ascii="Bookman Old Style" w:hAnsi="Bookman Old Style" w:cs="Arial"/>
              </w:rPr>
              <w:t>€ 237,59</w:t>
            </w:r>
          </w:p>
        </w:tc>
        <w:tc>
          <w:tcPr>
            <w:tcW w:w="2351" w:type="dxa"/>
            <w:vAlign w:val="center"/>
          </w:tcPr>
          <w:p w:rsidR="0079055A" w:rsidRDefault="0079055A" w:rsidP="00DC7B44">
            <w:pPr>
              <w:jc w:val="right"/>
              <w:rPr>
                <w:rFonts w:ascii="Bookman Old Style" w:hAnsi="Bookman Old Style" w:cs="Arial"/>
              </w:rPr>
            </w:pPr>
            <w:r>
              <w:rPr>
                <w:rFonts w:ascii="Bookman Old Style" w:hAnsi="Bookman Old Style" w:cs="Arial"/>
              </w:rPr>
              <w:t>€ 20,20</w:t>
            </w:r>
          </w:p>
        </w:tc>
        <w:tc>
          <w:tcPr>
            <w:tcW w:w="2651" w:type="dxa"/>
            <w:vAlign w:val="center"/>
          </w:tcPr>
          <w:p w:rsidR="0079055A" w:rsidRDefault="0079055A" w:rsidP="00DC7B44">
            <w:pPr>
              <w:jc w:val="right"/>
              <w:rPr>
                <w:rFonts w:ascii="Bookman Old Style" w:hAnsi="Bookman Old Style" w:cs="Arial"/>
              </w:rPr>
            </w:pPr>
            <w:r>
              <w:rPr>
                <w:rFonts w:ascii="Bookman Old Style" w:hAnsi="Bookman Old Style" w:cs="Arial"/>
              </w:rPr>
              <w:t>€ 56,54</w:t>
            </w:r>
          </w:p>
        </w:tc>
      </w:tr>
      <w:tr w:rsidR="0079055A" w:rsidRPr="00D45F4B" w:rsidTr="00DC7B44">
        <w:trPr>
          <w:trHeight w:val="454"/>
          <w:jc w:val="center"/>
        </w:trPr>
        <w:tc>
          <w:tcPr>
            <w:tcW w:w="3433" w:type="dxa"/>
            <w:vAlign w:val="center"/>
          </w:tcPr>
          <w:p w:rsidR="0079055A" w:rsidRDefault="0079055A" w:rsidP="00EB23C3">
            <w:pPr>
              <w:rPr>
                <w:b/>
                <w:bCs/>
                <w:sz w:val="22"/>
                <w:szCs w:val="22"/>
              </w:rPr>
            </w:pPr>
            <w:r>
              <w:rPr>
                <w:b/>
                <w:bCs/>
                <w:sz w:val="22"/>
                <w:szCs w:val="22"/>
              </w:rPr>
              <w:t>CALTAGIRONE Roberto</w:t>
            </w:r>
          </w:p>
        </w:tc>
        <w:tc>
          <w:tcPr>
            <w:tcW w:w="1447" w:type="dxa"/>
            <w:vAlign w:val="center"/>
          </w:tcPr>
          <w:p w:rsidR="0079055A" w:rsidRDefault="0079055A" w:rsidP="00DC7B44">
            <w:pPr>
              <w:jc w:val="right"/>
              <w:rPr>
                <w:rFonts w:ascii="Bookman Old Style" w:hAnsi="Bookman Old Style" w:cs="Arial"/>
              </w:rPr>
            </w:pPr>
            <w:r>
              <w:rPr>
                <w:rFonts w:ascii="Bookman Old Style" w:hAnsi="Bookman Old Style" w:cs="Arial"/>
              </w:rPr>
              <w:t>€ 495,84</w:t>
            </w:r>
          </w:p>
        </w:tc>
        <w:tc>
          <w:tcPr>
            <w:tcW w:w="2351" w:type="dxa"/>
            <w:vAlign w:val="center"/>
          </w:tcPr>
          <w:p w:rsidR="0079055A" w:rsidRDefault="0079055A" w:rsidP="00DC7B44">
            <w:pPr>
              <w:jc w:val="right"/>
              <w:rPr>
                <w:rFonts w:ascii="Bookman Old Style" w:hAnsi="Bookman Old Style" w:cs="Arial"/>
              </w:rPr>
            </w:pPr>
            <w:r>
              <w:rPr>
                <w:rFonts w:ascii="Bookman Old Style" w:hAnsi="Bookman Old Style" w:cs="Arial"/>
              </w:rPr>
              <w:t>€ 42,16</w:t>
            </w:r>
          </w:p>
        </w:tc>
        <w:tc>
          <w:tcPr>
            <w:tcW w:w="2651" w:type="dxa"/>
            <w:vAlign w:val="center"/>
          </w:tcPr>
          <w:p w:rsidR="0079055A" w:rsidRDefault="0079055A" w:rsidP="00DC7B44">
            <w:pPr>
              <w:jc w:val="right"/>
              <w:rPr>
                <w:rFonts w:ascii="Bookman Old Style" w:hAnsi="Bookman Old Style" w:cs="Arial"/>
              </w:rPr>
            </w:pPr>
            <w:r>
              <w:rPr>
                <w:rFonts w:ascii="Bookman Old Style" w:hAnsi="Bookman Old Style" w:cs="Arial"/>
              </w:rPr>
              <w:t>€ 118,00</w:t>
            </w:r>
          </w:p>
        </w:tc>
      </w:tr>
      <w:tr w:rsidR="0079055A" w:rsidRPr="00D45F4B" w:rsidTr="00DC7B44">
        <w:trPr>
          <w:trHeight w:val="454"/>
          <w:jc w:val="center"/>
        </w:trPr>
        <w:tc>
          <w:tcPr>
            <w:tcW w:w="3433" w:type="dxa"/>
            <w:vAlign w:val="center"/>
          </w:tcPr>
          <w:p w:rsidR="0079055A" w:rsidRDefault="0079055A" w:rsidP="00EB23C3">
            <w:pPr>
              <w:rPr>
                <w:b/>
                <w:bCs/>
                <w:sz w:val="22"/>
                <w:szCs w:val="22"/>
              </w:rPr>
            </w:pPr>
            <w:r>
              <w:rPr>
                <w:b/>
                <w:bCs/>
                <w:sz w:val="22"/>
                <w:szCs w:val="22"/>
              </w:rPr>
              <w:t>COPPOLA Antonio</w:t>
            </w:r>
          </w:p>
        </w:tc>
        <w:tc>
          <w:tcPr>
            <w:tcW w:w="1447" w:type="dxa"/>
            <w:vAlign w:val="center"/>
          </w:tcPr>
          <w:p w:rsidR="0079055A" w:rsidRDefault="0079055A" w:rsidP="00DC7B44">
            <w:pPr>
              <w:jc w:val="right"/>
              <w:rPr>
                <w:rFonts w:ascii="Bookman Old Style" w:hAnsi="Bookman Old Style" w:cs="Arial"/>
              </w:rPr>
            </w:pPr>
            <w:r>
              <w:rPr>
                <w:rFonts w:ascii="Bookman Old Style" w:hAnsi="Bookman Old Style" w:cs="Arial"/>
              </w:rPr>
              <w:t>€ 495,84</w:t>
            </w:r>
          </w:p>
        </w:tc>
        <w:tc>
          <w:tcPr>
            <w:tcW w:w="2351" w:type="dxa"/>
            <w:vAlign w:val="center"/>
          </w:tcPr>
          <w:p w:rsidR="0079055A" w:rsidRDefault="0079055A" w:rsidP="00DC7B44">
            <w:pPr>
              <w:jc w:val="right"/>
              <w:rPr>
                <w:rFonts w:ascii="Bookman Old Style" w:hAnsi="Bookman Old Style" w:cs="Arial"/>
              </w:rPr>
            </w:pPr>
            <w:r>
              <w:rPr>
                <w:rFonts w:ascii="Bookman Old Style" w:hAnsi="Bookman Old Style" w:cs="Arial"/>
              </w:rPr>
              <w:t>€ 42,16</w:t>
            </w:r>
          </w:p>
        </w:tc>
        <w:tc>
          <w:tcPr>
            <w:tcW w:w="2651" w:type="dxa"/>
            <w:vAlign w:val="center"/>
          </w:tcPr>
          <w:p w:rsidR="0079055A" w:rsidRDefault="0079055A" w:rsidP="00DC7B44">
            <w:pPr>
              <w:jc w:val="right"/>
              <w:rPr>
                <w:rFonts w:ascii="Bookman Old Style" w:hAnsi="Bookman Old Style" w:cs="Arial"/>
              </w:rPr>
            </w:pPr>
            <w:r>
              <w:rPr>
                <w:rFonts w:ascii="Bookman Old Style" w:hAnsi="Bookman Old Style" w:cs="Arial"/>
              </w:rPr>
              <w:t>€ 118,00</w:t>
            </w:r>
          </w:p>
        </w:tc>
      </w:tr>
      <w:tr w:rsidR="0079055A" w:rsidRPr="00D45F4B" w:rsidTr="00DC7B44">
        <w:trPr>
          <w:trHeight w:val="454"/>
          <w:jc w:val="center"/>
        </w:trPr>
        <w:tc>
          <w:tcPr>
            <w:tcW w:w="3433" w:type="dxa"/>
            <w:vAlign w:val="center"/>
          </w:tcPr>
          <w:p w:rsidR="0079055A" w:rsidRDefault="0079055A" w:rsidP="00EB23C3">
            <w:pPr>
              <w:rPr>
                <w:b/>
                <w:bCs/>
                <w:sz w:val="22"/>
                <w:szCs w:val="22"/>
              </w:rPr>
            </w:pPr>
            <w:r>
              <w:rPr>
                <w:b/>
                <w:bCs/>
                <w:sz w:val="22"/>
                <w:szCs w:val="22"/>
              </w:rPr>
              <w:t>DEMELAS Jessica</w:t>
            </w:r>
          </w:p>
        </w:tc>
        <w:tc>
          <w:tcPr>
            <w:tcW w:w="1447" w:type="dxa"/>
            <w:vAlign w:val="center"/>
          </w:tcPr>
          <w:p w:rsidR="0079055A" w:rsidRDefault="0079055A" w:rsidP="00DC7B44">
            <w:pPr>
              <w:jc w:val="right"/>
              <w:rPr>
                <w:rFonts w:ascii="Bookman Old Style" w:hAnsi="Bookman Old Style" w:cs="Arial"/>
              </w:rPr>
            </w:pPr>
            <w:r>
              <w:rPr>
                <w:rFonts w:ascii="Bookman Old Style" w:hAnsi="Bookman Old Style" w:cs="Arial"/>
              </w:rPr>
              <w:t>€ 330,56</w:t>
            </w:r>
          </w:p>
        </w:tc>
        <w:tc>
          <w:tcPr>
            <w:tcW w:w="2351" w:type="dxa"/>
            <w:vAlign w:val="center"/>
          </w:tcPr>
          <w:p w:rsidR="0079055A" w:rsidRDefault="0079055A" w:rsidP="00DC7B44">
            <w:pPr>
              <w:jc w:val="right"/>
              <w:rPr>
                <w:rFonts w:ascii="Bookman Old Style" w:hAnsi="Bookman Old Style" w:cs="Arial"/>
              </w:rPr>
            </w:pPr>
            <w:r>
              <w:rPr>
                <w:rFonts w:ascii="Bookman Old Style" w:hAnsi="Bookman Old Style" w:cs="Arial"/>
              </w:rPr>
              <w:t>€ 28,08</w:t>
            </w:r>
          </w:p>
        </w:tc>
        <w:tc>
          <w:tcPr>
            <w:tcW w:w="2651" w:type="dxa"/>
            <w:vAlign w:val="center"/>
          </w:tcPr>
          <w:p w:rsidR="0079055A" w:rsidRDefault="0079055A" w:rsidP="00DC7B44">
            <w:pPr>
              <w:jc w:val="right"/>
              <w:rPr>
                <w:rFonts w:ascii="Bookman Old Style" w:hAnsi="Bookman Old Style" w:cs="Arial"/>
              </w:rPr>
            </w:pPr>
            <w:r>
              <w:rPr>
                <w:rFonts w:ascii="Bookman Old Style" w:hAnsi="Bookman Old Style" w:cs="Arial"/>
              </w:rPr>
              <w:t>€ 78,64</w:t>
            </w:r>
          </w:p>
        </w:tc>
      </w:tr>
      <w:tr w:rsidR="0079055A" w:rsidRPr="00D45F4B" w:rsidTr="00DC7B44">
        <w:trPr>
          <w:trHeight w:val="454"/>
          <w:jc w:val="center"/>
        </w:trPr>
        <w:tc>
          <w:tcPr>
            <w:tcW w:w="3433" w:type="dxa"/>
            <w:vAlign w:val="center"/>
          </w:tcPr>
          <w:p w:rsidR="0079055A" w:rsidRDefault="0079055A" w:rsidP="00EB23C3">
            <w:pPr>
              <w:rPr>
                <w:b/>
                <w:bCs/>
                <w:sz w:val="22"/>
                <w:szCs w:val="22"/>
              </w:rPr>
            </w:pPr>
            <w:r>
              <w:rPr>
                <w:b/>
                <w:bCs/>
                <w:sz w:val="22"/>
                <w:szCs w:val="22"/>
              </w:rPr>
              <w:t>FUNAI Alfredo</w:t>
            </w:r>
          </w:p>
        </w:tc>
        <w:tc>
          <w:tcPr>
            <w:tcW w:w="1447" w:type="dxa"/>
            <w:vAlign w:val="center"/>
          </w:tcPr>
          <w:p w:rsidR="0079055A" w:rsidRDefault="0079055A" w:rsidP="00DC7B44">
            <w:pPr>
              <w:jc w:val="right"/>
              <w:rPr>
                <w:rFonts w:ascii="Bookman Old Style" w:hAnsi="Bookman Old Style" w:cs="Arial"/>
              </w:rPr>
            </w:pPr>
            <w:r>
              <w:rPr>
                <w:rFonts w:ascii="Bookman Old Style" w:hAnsi="Bookman Old Style" w:cs="Arial"/>
              </w:rPr>
              <w:t>€ 423,53</w:t>
            </w:r>
          </w:p>
        </w:tc>
        <w:tc>
          <w:tcPr>
            <w:tcW w:w="2351" w:type="dxa"/>
            <w:vAlign w:val="center"/>
          </w:tcPr>
          <w:p w:rsidR="0079055A" w:rsidRDefault="0079055A" w:rsidP="00DC7B44">
            <w:pPr>
              <w:jc w:val="right"/>
              <w:rPr>
                <w:rFonts w:ascii="Bookman Old Style" w:hAnsi="Bookman Old Style" w:cs="Arial"/>
              </w:rPr>
            </w:pPr>
            <w:r>
              <w:rPr>
                <w:rFonts w:ascii="Bookman Old Style" w:hAnsi="Bookman Old Style" w:cs="Arial"/>
              </w:rPr>
              <w:t>€ 36,02</w:t>
            </w:r>
          </w:p>
        </w:tc>
        <w:tc>
          <w:tcPr>
            <w:tcW w:w="2651" w:type="dxa"/>
            <w:vAlign w:val="center"/>
          </w:tcPr>
          <w:p w:rsidR="0079055A" w:rsidRDefault="0079055A" w:rsidP="00DC7B44">
            <w:pPr>
              <w:jc w:val="right"/>
              <w:rPr>
                <w:rFonts w:ascii="Bookman Old Style" w:hAnsi="Bookman Old Style" w:cs="Arial"/>
              </w:rPr>
            </w:pPr>
            <w:r>
              <w:rPr>
                <w:rFonts w:ascii="Bookman Old Style" w:hAnsi="Bookman Old Style" w:cs="Arial"/>
              </w:rPr>
              <w:t>€ 100,80</w:t>
            </w:r>
          </w:p>
        </w:tc>
      </w:tr>
      <w:tr w:rsidR="0079055A" w:rsidRPr="00D45F4B" w:rsidTr="00DC7B44">
        <w:trPr>
          <w:trHeight w:val="454"/>
          <w:jc w:val="center"/>
        </w:trPr>
        <w:tc>
          <w:tcPr>
            <w:tcW w:w="3433" w:type="dxa"/>
            <w:vAlign w:val="center"/>
          </w:tcPr>
          <w:p w:rsidR="0079055A" w:rsidRDefault="0079055A" w:rsidP="00EB23C3">
            <w:pPr>
              <w:rPr>
                <w:b/>
                <w:bCs/>
                <w:sz w:val="22"/>
                <w:szCs w:val="22"/>
              </w:rPr>
            </w:pPr>
            <w:r>
              <w:rPr>
                <w:b/>
                <w:bCs/>
                <w:sz w:val="22"/>
                <w:szCs w:val="22"/>
              </w:rPr>
              <w:t>GIANNINI Valdo</w:t>
            </w:r>
          </w:p>
        </w:tc>
        <w:tc>
          <w:tcPr>
            <w:tcW w:w="1447" w:type="dxa"/>
            <w:vAlign w:val="center"/>
          </w:tcPr>
          <w:p w:rsidR="0079055A" w:rsidRDefault="0079055A" w:rsidP="00DC7B44">
            <w:pPr>
              <w:jc w:val="right"/>
              <w:rPr>
                <w:rFonts w:ascii="Bookman Old Style" w:hAnsi="Bookman Old Style" w:cs="Arial"/>
              </w:rPr>
            </w:pPr>
            <w:r>
              <w:rPr>
                <w:rFonts w:ascii="Bookman Old Style" w:hAnsi="Bookman Old Style" w:cs="Arial"/>
              </w:rPr>
              <w:t>€ 413,20</w:t>
            </w:r>
          </w:p>
        </w:tc>
        <w:tc>
          <w:tcPr>
            <w:tcW w:w="2351" w:type="dxa"/>
            <w:vAlign w:val="center"/>
          </w:tcPr>
          <w:p w:rsidR="0079055A" w:rsidRDefault="0079055A" w:rsidP="00DC7B44">
            <w:pPr>
              <w:jc w:val="right"/>
              <w:rPr>
                <w:rFonts w:ascii="Bookman Old Style" w:hAnsi="Bookman Old Style" w:cs="Arial"/>
              </w:rPr>
            </w:pPr>
            <w:r>
              <w:rPr>
                <w:rFonts w:ascii="Bookman Old Style" w:hAnsi="Bookman Old Style" w:cs="Arial"/>
              </w:rPr>
              <w:t>€ 35,13</w:t>
            </w:r>
          </w:p>
        </w:tc>
        <w:tc>
          <w:tcPr>
            <w:tcW w:w="2651" w:type="dxa"/>
            <w:vAlign w:val="center"/>
          </w:tcPr>
          <w:p w:rsidR="0079055A" w:rsidRDefault="0079055A" w:rsidP="00DC7B44">
            <w:pPr>
              <w:jc w:val="right"/>
              <w:rPr>
                <w:rFonts w:ascii="Bookman Old Style" w:hAnsi="Bookman Old Style" w:cs="Arial"/>
              </w:rPr>
            </w:pPr>
            <w:r>
              <w:rPr>
                <w:rFonts w:ascii="Bookman Old Style" w:hAnsi="Bookman Old Style" w:cs="Arial"/>
              </w:rPr>
              <w:t>€ 98,33</w:t>
            </w:r>
          </w:p>
        </w:tc>
      </w:tr>
      <w:tr w:rsidR="0079055A" w:rsidRPr="00D45F4B" w:rsidTr="00DC7B44">
        <w:trPr>
          <w:trHeight w:val="454"/>
          <w:jc w:val="center"/>
        </w:trPr>
        <w:tc>
          <w:tcPr>
            <w:tcW w:w="3433" w:type="dxa"/>
            <w:vAlign w:val="center"/>
          </w:tcPr>
          <w:p w:rsidR="0079055A" w:rsidRDefault="0079055A" w:rsidP="00EB23C3">
            <w:pPr>
              <w:rPr>
                <w:b/>
                <w:bCs/>
                <w:sz w:val="22"/>
                <w:szCs w:val="22"/>
              </w:rPr>
            </w:pPr>
            <w:r>
              <w:rPr>
                <w:b/>
                <w:bCs/>
                <w:sz w:val="22"/>
                <w:szCs w:val="22"/>
              </w:rPr>
              <w:t>LA TERRA NOZZOLO Giuseppe</w:t>
            </w:r>
          </w:p>
        </w:tc>
        <w:tc>
          <w:tcPr>
            <w:tcW w:w="1447" w:type="dxa"/>
            <w:vAlign w:val="center"/>
          </w:tcPr>
          <w:p w:rsidR="0079055A" w:rsidRDefault="0079055A" w:rsidP="00DC7B44">
            <w:pPr>
              <w:jc w:val="right"/>
              <w:rPr>
                <w:rFonts w:ascii="Bookman Old Style" w:hAnsi="Bookman Old Style" w:cs="Arial"/>
              </w:rPr>
            </w:pPr>
            <w:r>
              <w:rPr>
                <w:rFonts w:ascii="Bookman Old Style" w:hAnsi="Bookman Old Style" w:cs="Arial"/>
              </w:rPr>
              <w:t>€ 454,52</w:t>
            </w:r>
          </w:p>
        </w:tc>
        <w:tc>
          <w:tcPr>
            <w:tcW w:w="2351" w:type="dxa"/>
            <w:vAlign w:val="center"/>
          </w:tcPr>
          <w:p w:rsidR="0079055A" w:rsidRDefault="0079055A" w:rsidP="00DC7B44">
            <w:pPr>
              <w:jc w:val="right"/>
              <w:rPr>
                <w:rFonts w:ascii="Bookman Old Style" w:hAnsi="Bookman Old Style" w:cs="Arial"/>
              </w:rPr>
            </w:pPr>
            <w:r>
              <w:rPr>
                <w:rFonts w:ascii="Bookman Old Style" w:hAnsi="Bookman Old Style" w:cs="Arial"/>
              </w:rPr>
              <w:t>€ 38,64</w:t>
            </w:r>
          </w:p>
        </w:tc>
        <w:tc>
          <w:tcPr>
            <w:tcW w:w="2651" w:type="dxa"/>
            <w:vAlign w:val="center"/>
          </w:tcPr>
          <w:p w:rsidR="0079055A" w:rsidRDefault="0079055A" w:rsidP="00DC7B44">
            <w:pPr>
              <w:jc w:val="right"/>
              <w:rPr>
                <w:rFonts w:ascii="Bookman Old Style" w:hAnsi="Bookman Old Style" w:cs="Arial"/>
              </w:rPr>
            </w:pPr>
            <w:r>
              <w:rPr>
                <w:rFonts w:ascii="Bookman Old Style" w:hAnsi="Bookman Old Style" w:cs="Arial"/>
              </w:rPr>
              <w:t>€ 108,16</w:t>
            </w:r>
          </w:p>
        </w:tc>
      </w:tr>
      <w:tr w:rsidR="0079055A" w:rsidRPr="00D45F4B" w:rsidTr="00DC7B44">
        <w:trPr>
          <w:trHeight w:val="454"/>
          <w:jc w:val="center"/>
        </w:trPr>
        <w:tc>
          <w:tcPr>
            <w:tcW w:w="3433" w:type="dxa"/>
            <w:vAlign w:val="center"/>
          </w:tcPr>
          <w:p w:rsidR="0079055A" w:rsidRDefault="0079055A" w:rsidP="00EB23C3">
            <w:pPr>
              <w:rPr>
                <w:b/>
                <w:bCs/>
                <w:sz w:val="22"/>
                <w:szCs w:val="22"/>
              </w:rPr>
            </w:pPr>
            <w:r>
              <w:rPr>
                <w:b/>
                <w:bCs/>
                <w:sz w:val="22"/>
                <w:szCs w:val="22"/>
              </w:rPr>
              <w:t>MACCHI Angelo</w:t>
            </w:r>
          </w:p>
        </w:tc>
        <w:tc>
          <w:tcPr>
            <w:tcW w:w="1447" w:type="dxa"/>
            <w:vAlign w:val="center"/>
          </w:tcPr>
          <w:p w:rsidR="0079055A" w:rsidRDefault="0079055A" w:rsidP="00DC7B44">
            <w:pPr>
              <w:jc w:val="right"/>
              <w:rPr>
                <w:rFonts w:ascii="Bookman Old Style" w:hAnsi="Bookman Old Style" w:cs="Arial"/>
              </w:rPr>
            </w:pPr>
            <w:r>
              <w:rPr>
                <w:rFonts w:ascii="Bookman Old Style" w:hAnsi="Bookman Old Style" w:cs="Arial"/>
              </w:rPr>
              <w:t>€ 485,51</w:t>
            </w:r>
          </w:p>
        </w:tc>
        <w:tc>
          <w:tcPr>
            <w:tcW w:w="2351" w:type="dxa"/>
            <w:vAlign w:val="center"/>
          </w:tcPr>
          <w:p w:rsidR="0079055A" w:rsidRDefault="0079055A" w:rsidP="00DC7B44">
            <w:pPr>
              <w:jc w:val="right"/>
              <w:rPr>
                <w:rFonts w:ascii="Bookman Old Style" w:hAnsi="Bookman Old Style" w:cs="Arial"/>
              </w:rPr>
            </w:pPr>
            <w:r>
              <w:rPr>
                <w:rFonts w:ascii="Bookman Old Style" w:hAnsi="Bookman Old Style" w:cs="Arial"/>
              </w:rPr>
              <w:t>€ 41,28</w:t>
            </w:r>
          </w:p>
        </w:tc>
        <w:tc>
          <w:tcPr>
            <w:tcW w:w="2651" w:type="dxa"/>
            <w:vAlign w:val="center"/>
          </w:tcPr>
          <w:p w:rsidR="0079055A" w:rsidRDefault="0079055A" w:rsidP="00DC7B44">
            <w:pPr>
              <w:jc w:val="right"/>
              <w:rPr>
                <w:rFonts w:ascii="Bookman Old Style" w:hAnsi="Bookman Old Style" w:cs="Arial"/>
              </w:rPr>
            </w:pPr>
            <w:r>
              <w:rPr>
                <w:rFonts w:ascii="Bookman Old Style" w:hAnsi="Bookman Old Style" w:cs="Arial"/>
              </w:rPr>
              <w:t>€ 115,54</w:t>
            </w:r>
          </w:p>
        </w:tc>
      </w:tr>
      <w:tr w:rsidR="0079055A" w:rsidRPr="00D45F4B" w:rsidTr="00DC7B44">
        <w:trPr>
          <w:trHeight w:val="454"/>
          <w:jc w:val="center"/>
        </w:trPr>
        <w:tc>
          <w:tcPr>
            <w:tcW w:w="3433" w:type="dxa"/>
            <w:vAlign w:val="center"/>
          </w:tcPr>
          <w:p w:rsidR="0079055A" w:rsidRDefault="0079055A" w:rsidP="00EB23C3">
            <w:pPr>
              <w:rPr>
                <w:b/>
                <w:bCs/>
                <w:sz w:val="22"/>
                <w:szCs w:val="22"/>
              </w:rPr>
            </w:pPr>
            <w:r>
              <w:rPr>
                <w:b/>
                <w:bCs/>
                <w:sz w:val="22"/>
                <w:szCs w:val="22"/>
              </w:rPr>
              <w:t>PACINOTTI Francesca</w:t>
            </w:r>
          </w:p>
        </w:tc>
        <w:tc>
          <w:tcPr>
            <w:tcW w:w="1447" w:type="dxa"/>
            <w:vAlign w:val="center"/>
          </w:tcPr>
          <w:p w:rsidR="0079055A" w:rsidRDefault="0079055A" w:rsidP="00DC7B44">
            <w:pPr>
              <w:jc w:val="right"/>
              <w:rPr>
                <w:rFonts w:ascii="Bookman Old Style" w:hAnsi="Bookman Old Style" w:cs="Arial"/>
              </w:rPr>
            </w:pPr>
            <w:r>
              <w:rPr>
                <w:rFonts w:ascii="Bookman Old Style" w:hAnsi="Bookman Old Style" w:cs="Arial"/>
              </w:rPr>
              <w:t>€ 547,49</w:t>
            </w:r>
          </w:p>
        </w:tc>
        <w:tc>
          <w:tcPr>
            <w:tcW w:w="2351" w:type="dxa"/>
            <w:vAlign w:val="center"/>
          </w:tcPr>
          <w:p w:rsidR="0079055A" w:rsidRDefault="0079055A" w:rsidP="00DC7B44">
            <w:pPr>
              <w:jc w:val="right"/>
              <w:rPr>
                <w:rFonts w:ascii="Bookman Old Style" w:hAnsi="Bookman Old Style" w:cs="Arial"/>
              </w:rPr>
            </w:pPr>
            <w:r>
              <w:rPr>
                <w:rFonts w:ascii="Bookman Old Style" w:hAnsi="Bookman Old Style" w:cs="Arial"/>
              </w:rPr>
              <w:t>€ 46,56</w:t>
            </w:r>
          </w:p>
        </w:tc>
        <w:tc>
          <w:tcPr>
            <w:tcW w:w="2651" w:type="dxa"/>
            <w:vAlign w:val="center"/>
          </w:tcPr>
          <w:p w:rsidR="0079055A" w:rsidRDefault="0079055A" w:rsidP="00DC7B44">
            <w:pPr>
              <w:jc w:val="right"/>
              <w:rPr>
                <w:rFonts w:ascii="Bookman Old Style" w:hAnsi="Bookman Old Style" w:cs="Arial"/>
              </w:rPr>
            </w:pPr>
            <w:r>
              <w:rPr>
                <w:rFonts w:ascii="Bookman Old Style" w:hAnsi="Bookman Old Style" w:cs="Arial"/>
              </w:rPr>
              <w:t>€ 130,30</w:t>
            </w:r>
          </w:p>
        </w:tc>
      </w:tr>
      <w:tr w:rsidR="0079055A" w:rsidRPr="00D45F4B" w:rsidTr="00DC7B44">
        <w:trPr>
          <w:trHeight w:val="454"/>
          <w:jc w:val="center"/>
        </w:trPr>
        <w:tc>
          <w:tcPr>
            <w:tcW w:w="3433" w:type="dxa"/>
            <w:vAlign w:val="center"/>
          </w:tcPr>
          <w:p w:rsidR="0079055A" w:rsidRDefault="0079055A" w:rsidP="00EB23C3">
            <w:pPr>
              <w:rPr>
                <w:b/>
                <w:bCs/>
                <w:sz w:val="22"/>
                <w:szCs w:val="22"/>
              </w:rPr>
            </w:pPr>
            <w:r>
              <w:rPr>
                <w:b/>
                <w:bCs/>
                <w:sz w:val="22"/>
                <w:szCs w:val="22"/>
              </w:rPr>
              <w:t>RAVAIOLI Riccardo</w:t>
            </w:r>
          </w:p>
        </w:tc>
        <w:tc>
          <w:tcPr>
            <w:tcW w:w="1447" w:type="dxa"/>
            <w:vAlign w:val="center"/>
          </w:tcPr>
          <w:p w:rsidR="0079055A" w:rsidRDefault="0079055A" w:rsidP="00DC7B44">
            <w:pPr>
              <w:jc w:val="right"/>
              <w:rPr>
                <w:rFonts w:ascii="Bookman Old Style" w:hAnsi="Bookman Old Style" w:cs="Arial"/>
              </w:rPr>
            </w:pPr>
            <w:r>
              <w:rPr>
                <w:rFonts w:ascii="Bookman Old Style" w:hAnsi="Bookman Old Style" w:cs="Arial"/>
              </w:rPr>
              <w:t>€ 578,48</w:t>
            </w:r>
          </w:p>
        </w:tc>
        <w:tc>
          <w:tcPr>
            <w:tcW w:w="2351" w:type="dxa"/>
            <w:vAlign w:val="center"/>
          </w:tcPr>
          <w:p w:rsidR="0079055A" w:rsidRDefault="0079055A" w:rsidP="00DC7B44">
            <w:pPr>
              <w:jc w:val="right"/>
              <w:rPr>
                <w:rFonts w:ascii="Bookman Old Style" w:hAnsi="Bookman Old Style" w:cs="Arial"/>
              </w:rPr>
            </w:pPr>
            <w:r>
              <w:rPr>
                <w:rFonts w:ascii="Bookman Old Style" w:hAnsi="Bookman Old Style" w:cs="Arial"/>
              </w:rPr>
              <w:t>€ 49,20</w:t>
            </w:r>
          </w:p>
        </w:tc>
        <w:tc>
          <w:tcPr>
            <w:tcW w:w="2651" w:type="dxa"/>
            <w:vAlign w:val="center"/>
          </w:tcPr>
          <w:p w:rsidR="0079055A" w:rsidRDefault="0079055A" w:rsidP="00DC7B44">
            <w:pPr>
              <w:jc w:val="right"/>
              <w:rPr>
                <w:rFonts w:ascii="Bookman Old Style" w:hAnsi="Bookman Old Style" w:cs="Arial"/>
              </w:rPr>
            </w:pPr>
            <w:r>
              <w:rPr>
                <w:rFonts w:ascii="Bookman Old Style" w:hAnsi="Bookman Old Style" w:cs="Arial"/>
              </w:rPr>
              <w:t>€ 137,68</w:t>
            </w:r>
          </w:p>
        </w:tc>
      </w:tr>
      <w:tr w:rsidR="0079055A" w:rsidRPr="00D45F4B" w:rsidTr="00DC7B44">
        <w:trPr>
          <w:trHeight w:val="454"/>
          <w:jc w:val="center"/>
        </w:trPr>
        <w:tc>
          <w:tcPr>
            <w:tcW w:w="3433" w:type="dxa"/>
            <w:vAlign w:val="center"/>
          </w:tcPr>
          <w:p w:rsidR="0079055A" w:rsidRDefault="0079055A" w:rsidP="00EB23C3">
            <w:pPr>
              <w:rPr>
                <w:b/>
                <w:bCs/>
                <w:sz w:val="22"/>
                <w:szCs w:val="22"/>
              </w:rPr>
            </w:pPr>
            <w:r>
              <w:rPr>
                <w:b/>
                <w:bCs/>
                <w:sz w:val="22"/>
                <w:szCs w:val="22"/>
              </w:rPr>
              <w:t>SARDI Claudio</w:t>
            </w:r>
          </w:p>
        </w:tc>
        <w:tc>
          <w:tcPr>
            <w:tcW w:w="1447" w:type="dxa"/>
            <w:vAlign w:val="center"/>
          </w:tcPr>
          <w:p w:rsidR="0079055A" w:rsidRDefault="0079055A" w:rsidP="00DC7B44">
            <w:pPr>
              <w:jc w:val="right"/>
              <w:rPr>
                <w:rFonts w:ascii="Bookman Old Style" w:hAnsi="Bookman Old Style" w:cs="Arial"/>
              </w:rPr>
            </w:pPr>
            <w:r>
              <w:rPr>
                <w:rFonts w:ascii="Bookman Old Style" w:hAnsi="Bookman Old Style" w:cs="Arial"/>
              </w:rPr>
              <w:t>€ 495,84</w:t>
            </w:r>
          </w:p>
        </w:tc>
        <w:tc>
          <w:tcPr>
            <w:tcW w:w="2351" w:type="dxa"/>
            <w:vAlign w:val="center"/>
          </w:tcPr>
          <w:p w:rsidR="0079055A" w:rsidRDefault="0079055A" w:rsidP="00DC7B44">
            <w:pPr>
              <w:jc w:val="right"/>
              <w:rPr>
                <w:rFonts w:ascii="Bookman Old Style" w:hAnsi="Bookman Old Style" w:cs="Arial"/>
              </w:rPr>
            </w:pPr>
            <w:r>
              <w:rPr>
                <w:rFonts w:ascii="Bookman Old Style" w:hAnsi="Bookman Old Style" w:cs="Arial"/>
              </w:rPr>
              <w:t>€ 42,16</w:t>
            </w:r>
          </w:p>
        </w:tc>
        <w:tc>
          <w:tcPr>
            <w:tcW w:w="2651" w:type="dxa"/>
            <w:vAlign w:val="center"/>
          </w:tcPr>
          <w:p w:rsidR="0079055A" w:rsidRDefault="0079055A" w:rsidP="00DC7B44">
            <w:pPr>
              <w:jc w:val="right"/>
              <w:rPr>
                <w:rFonts w:ascii="Bookman Old Style" w:hAnsi="Bookman Old Style" w:cs="Arial"/>
              </w:rPr>
            </w:pPr>
            <w:r>
              <w:rPr>
                <w:rFonts w:ascii="Bookman Old Style" w:hAnsi="Bookman Old Style" w:cs="Arial"/>
              </w:rPr>
              <w:t>€ 118,00</w:t>
            </w:r>
          </w:p>
        </w:tc>
      </w:tr>
      <w:tr w:rsidR="0079055A" w:rsidRPr="00D45F4B" w:rsidTr="00DC7B44">
        <w:trPr>
          <w:trHeight w:val="454"/>
          <w:jc w:val="center"/>
        </w:trPr>
        <w:tc>
          <w:tcPr>
            <w:tcW w:w="3433" w:type="dxa"/>
            <w:vAlign w:val="center"/>
          </w:tcPr>
          <w:p w:rsidR="0079055A" w:rsidRDefault="0079055A" w:rsidP="00EB23C3">
            <w:pPr>
              <w:rPr>
                <w:b/>
                <w:bCs/>
                <w:sz w:val="22"/>
                <w:szCs w:val="22"/>
              </w:rPr>
            </w:pPr>
            <w:r>
              <w:rPr>
                <w:b/>
                <w:bCs/>
                <w:sz w:val="22"/>
                <w:szCs w:val="22"/>
              </w:rPr>
              <w:t>TAGLIAFERRO Pasquale</w:t>
            </w:r>
          </w:p>
        </w:tc>
        <w:tc>
          <w:tcPr>
            <w:tcW w:w="1447" w:type="dxa"/>
            <w:vAlign w:val="center"/>
          </w:tcPr>
          <w:p w:rsidR="0079055A" w:rsidRDefault="0079055A" w:rsidP="00DC7B44">
            <w:pPr>
              <w:jc w:val="right"/>
              <w:rPr>
                <w:rFonts w:ascii="Bookman Old Style" w:hAnsi="Bookman Old Style" w:cs="Arial"/>
              </w:rPr>
            </w:pPr>
            <w:r>
              <w:rPr>
                <w:rFonts w:ascii="Bookman Old Style" w:hAnsi="Bookman Old Style" w:cs="Arial"/>
              </w:rPr>
              <w:t>€ 495,84</w:t>
            </w:r>
          </w:p>
        </w:tc>
        <w:tc>
          <w:tcPr>
            <w:tcW w:w="2351" w:type="dxa"/>
            <w:vAlign w:val="center"/>
          </w:tcPr>
          <w:p w:rsidR="0079055A" w:rsidRDefault="0079055A" w:rsidP="00DC7B44">
            <w:pPr>
              <w:jc w:val="right"/>
              <w:rPr>
                <w:rFonts w:ascii="Bookman Old Style" w:hAnsi="Bookman Old Style" w:cs="Arial"/>
              </w:rPr>
            </w:pPr>
            <w:r>
              <w:rPr>
                <w:rFonts w:ascii="Bookman Old Style" w:hAnsi="Bookman Old Style" w:cs="Arial"/>
              </w:rPr>
              <w:t>€ 42,16</w:t>
            </w:r>
          </w:p>
        </w:tc>
        <w:tc>
          <w:tcPr>
            <w:tcW w:w="2651" w:type="dxa"/>
            <w:vAlign w:val="center"/>
          </w:tcPr>
          <w:p w:rsidR="0079055A" w:rsidRDefault="0079055A" w:rsidP="00DC7B44">
            <w:pPr>
              <w:jc w:val="right"/>
              <w:rPr>
                <w:rFonts w:ascii="Bookman Old Style" w:hAnsi="Bookman Old Style" w:cs="Arial"/>
              </w:rPr>
            </w:pPr>
            <w:r>
              <w:rPr>
                <w:rFonts w:ascii="Bookman Old Style" w:hAnsi="Bookman Old Style" w:cs="Arial"/>
              </w:rPr>
              <w:t>€ 118,00</w:t>
            </w:r>
          </w:p>
        </w:tc>
      </w:tr>
      <w:tr w:rsidR="0079055A" w:rsidRPr="00D45F4B" w:rsidTr="00DC7B44">
        <w:trPr>
          <w:trHeight w:val="454"/>
          <w:jc w:val="center"/>
        </w:trPr>
        <w:tc>
          <w:tcPr>
            <w:tcW w:w="3433" w:type="dxa"/>
            <w:vAlign w:val="center"/>
          </w:tcPr>
          <w:p w:rsidR="0079055A" w:rsidRDefault="0079055A" w:rsidP="00EB23C3">
            <w:pPr>
              <w:rPr>
                <w:b/>
                <w:bCs/>
                <w:sz w:val="22"/>
                <w:szCs w:val="22"/>
              </w:rPr>
            </w:pPr>
            <w:r>
              <w:rPr>
                <w:b/>
                <w:bCs/>
                <w:sz w:val="22"/>
                <w:szCs w:val="22"/>
              </w:rPr>
              <w:t>TESSIERI Gianluca</w:t>
            </w:r>
          </w:p>
        </w:tc>
        <w:tc>
          <w:tcPr>
            <w:tcW w:w="1447" w:type="dxa"/>
            <w:vAlign w:val="center"/>
          </w:tcPr>
          <w:p w:rsidR="0079055A" w:rsidRDefault="0079055A" w:rsidP="00DC7B44">
            <w:pPr>
              <w:jc w:val="right"/>
              <w:rPr>
                <w:rFonts w:ascii="Bookman Old Style" w:hAnsi="Bookman Old Style" w:cs="Arial"/>
              </w:rPr>
            </w:pPr>
            <w:r>
              <w:rPr>
                <w:rFonts w:ascii="Bookman Old Style" w:hAnsi="Bookman Old Style" w:cs="Arial"/>
              </w:rPr>
              <w:t>€ 433,86</w:t>
            </w:r>
          </w:p>
        </w:tc>
        <w:tc>
          <w:tcPr>
            <w:tcW w:w="2351" w:type="dxa"/>
            <w:vAlign w:val="center"/>
          </w:tcPr>
          <w:p w:rsidR="0079055A" w:rsidRDefault="0079055A" w:rsidP="00DC7B44">
            <w:pPr>
              <w:jc w:val="right"/>
              <w:rPr>
                <w:rFonts w:ascii="Bookman Old Style" w:hAnsi="Bookman Old Style" w:cs="Arial"/>
              </w:rPr>
            </w:pPr>
            <w:r>
              <w:rPr>
                <w:rFonts w:ascii="Bookman Old Style" w:hAnsi="Bookman Old Style" w:cs="Arial"/>
              </w:rPr>
              <w:t>€ 36,89</w:t>
            </w:r>
          </w:p>
        </w:tc>
        <w:tc>
          <w:tcPr>
            <w:tcW w:w="2651" w:type="dxa"/>
            <w:vAlign w:val="center"/>
          </w:tcPr>
          <w:p w:rsidR="0079055A" w:rsidRDefault="0079055A" w:rsidP="00DC7B44">
            <w:pPr>
              <w:jc w:val="right"/>
              <w:rPr>
                <w:rFonts w:ascii="Bookman Old Style" w:hAnsi="Bookman Old Style" w:cs="Arial"/>
              </w:rPr>
            </w:pPr>
            <w:r>
              <w:rPr>
                <w:rFonts w:ascii="Bookman Old Style" w:hAnsi="Bookman Old Style" w:cs="Arial"/>
              </w:rPr>
              <w:t>€ 103,25</w:t>
            </w:r>
          </w:p>
        </w:tc>
      </w:tr>
      <w:tr w:rsidR="0079055A" w:rsidRPr="00D45F4B" w:rsidTr="00DC7B44">
        <w:trPr>
          <w:trHeight w:val="454"/>
          <w:jc w:val="center"/>
        </w:trPr>
        <w:tc>
          <w:tcPr>
            <w:tcW w:w="3433" w:type="dxa"/>
            <w:vAlign w:val="center"/>
          </w:tcPr>
          <w:p w:rsidR="0079055A" w:rsidRDefault="0079055A" w:rsidP="0054021B">
            <w:pPr>
              <w:jc w:val="right"/>
              <w:rPr>
                <w:b/>
                <w:bCs/>
                <w:sz w:val="22"/>
                <w:szCs w:val="22"/>
              </w:rPr>
            </w:pPr>
            <w:r>
              <w:rPr>
                <w:b/>
                <w:bCs/>
                <w:sz w:val="22"/>
                <w:szCs w:val="22"/>
              </w:rPr>
              <w:t>TOTALE</w:t>
            </w:r>
          </w:p>
        </w:tc>
        <w:tc>
          <w:tcPr>
            <w:tcW w:w="1447" w:type="dxa"/>
            <w:vAlign w:val="center"/>
          </w:tcPr>
          <w:p w:rsidR="0079055A" w:rsidRDefault="0079055A" w:rsidP="00DC7B44">
            <w:pPr>
              <w:jc w:val="right"/>
              <w:rPr>
                <w:rFonts w:ascii="Bookman Old Style" w:hAnsi="Bookman Old Style" w:cs="Arial"/>
              </w:rPr>
            </w:pPr>
            <w:r>
              <w:rPr>
                <w:rFonts w:ascii="Bookman Old Style" w:hAnsi="Bookman Old Style" w:cs="Arial"/>
              </w:rPr>
              <w:t>€ 6.321,96</w:t>
            </w:r>
          </w:p>
        </w:tc>
        <w:tc>
          <w:tcPr>
            <w:tcW w:w="2351" w:type="dxa"/>
            <w:vAlign w:val="center"/>
          </w:tcPr>
          <w:p w:rsidR="0079055A" w:rsidRDefault="0079055A" w:rsidP="00DC7B44">
            <w:pPr>
              <w:jc w:val="right"/>
              <w:rPr>
                <w:rFonts w:ascii="Bookman Old Style" w:hAnsi="Bookman Old Style" w:cs="Arial"/>
              </w:rPr>
            </w:pPr>
            <w:r>
              <w:rPr>
                <w:rFonts w:ascii="Bookman Old Style" w:hAnsi="Bookman Old Style" w:cs="Arial"/>
              </w:rPr>
              <w:t>€ 537,53</w:t>
            </w:r>
          </w:p>
        </w:tc>
        <w:tc>
          <w:tcPr>
            <w:tcW w:w="2651" w:type="dxa"/>
            <w:vAlign w:val="center"/>
          </w:tcPr>
          <w:p w:rsidR="0079055A" w:rsidRDefault="0079055A" w:rsidP="00DC7B44">
            <w:pPr>
              <w:jc w:val="right"/>
              <w:rPr>
                <w:rFonts w:ascii="Bookman Old Style" w:hAnsi="Bookman Old Style" w:cs="Arial"/>
              </w:rPr>
            </w:pPr>
            <w:r>
              <w:rPr>
                <w:rFonts w:ascii="Bookman Old Style" w:hAnsi="Bookman Old Style" w:cs="Arial"/>
              </w:rPr>
              <w:t>€ 1.504,49</w:t>
            </w:r>
          </w:p>
        </w:tc>
      </w:tr>
    </w:tbl>
    <w:p w:rsidR="0079055A" w:rsidRPr="004B7145" w:rsidRDefault="0079055A" w:rsidP="00B74D60">
      <w:pPr>
        <w:pBdr>
          <w:bottom w:val="single" w:sz="12" w:space="1" w:color="auto"/>
        </w:pBdr>
        <w:jc w:val="both"/>
        <w:rPr>
          <w:b/>
          <w:sz w:val="22"/>
          <w:szCs w:val="22"/>
        </w:rPr>
      </w:pPr>
    </w:p>
    <w:sectPr w:rsidR="0079055A"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2217A"/>
    <w:rsid w:val="000234CC"/>
    <w:rsid w:val="00023782"/>
    <w:rsid w:val="000304BA"/>
    <w:rsid w:val="00032021"/>
    <w:rsid w:val="00043639"/>
    <w:rsid w:val="000440B9"/>
    <w:rsid w:val="00044BA6"/>
    <w:rsid w:val="0004668B"/>
    <w:rsid w:val="00051B03"/>
    <w:rsid w:val="000535EF"/>
    <w:rsid w:val="0005433E"/>
    <w:rsid w:val="000561E7"/>
    <w:rsid w:val="00056677"/>
    <w:rsid w:val="00057850"/>
    <w:rsid w:val="00066EF7"/>
    <w:rsid w:val="0007167D"/>
    <w:rsid w:val="00075981"/>
    <w:rsid w:val="000772B3"/>
    <w:rsid w:val="00080780"/>
    <w:rsid w:val="00080ED8"/>
    <w:rsid w:val="00085480"/>
    <w:rsid w:val="000913BA"/>
    <w:rsid w:val="00093AD6"/>
    <w:rsid w:val="000940E1"/>
    <w:rsid w:val="00094ED1"/>
    <w:rsid w:val="00095388"/>
    <w:rsid w:val="00096955"/>
    <w:rsid w:val="000A28C8"/>
    <w:rsid w:val="000A3E71"/>
    <w:rsid w:val="000A70DD"/>
    <w:rsid w:val="000B081D"/>
    <w:rsid w:val="000B4046"/>
    <w:rsid w:val="000C7289"/>
    <w:rsid w:val="000D024A"/>
    <w:rsid w:val="000D0A5B"/>
    <w:rsid w:val="000D3016"/>
    <w:rsid w:val="000D6A1D"/>
    <w:rsid w:val="000E0B28"/>
    <w:rsid w:val="000F1F59"/>
    <w:rsid w:val="000F6A6C"/>
    <w:rsid w:val="00102ACF"/>
    <w:rsid w:val="00111695"/>
    <w:rsid w:val="00112333"/>
    <w:rsid w:val="001139FB"/>
    <w:rsid w:val="00114013"/>
    <w:rsid w:val="0011714A"/>
    <w:rsid w:val="00125F9A"/>
    <w:rsid w:val="00127A01"/>
    <w:rsid w:val="00127BA1"/>
    <w:rsid w:val="00131DB1"/>
    <w:rsid w:val="00133221"/>
    <w:rsid w:val="00135C57"/>
    <w:rsid w:val="00135C98"/>
    <w:rsid w:val="00136417"/>
    <w:rsid w:val="0013693C"/>
    <w:rsid w:val="0014253F"/>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87FA9"/>
    <w:rsid w:val="001919E8"/>
    <w:rsid w:val="00191DC1"/>
    <w:rsid w:val="001930CD"/>
    <w:rsid w:val="00193A90"/>
    <w:rsid w:val="001A0A52"/>
    <w:rsid w:val="001A1ECE"/>
    <w:rsid w:val="001A290B"/>
    <w:rsid w:val="001A3FE7"/>
    <w:rsid w:val="001A559F"/>
    <w:rsid w:val="001A6952"/>
    <w:rsid w:val="001B49B0"/>
    <w:rsid w:val="001B5FDC"/>
    <w:rsid w:val="001B67E0"/>
    <w:rsid w:val="001B781C"/>
    <w:rsid w:val="001C2117"/>
    <w:rsid w:val="001C2B0E"/>
    <w:rsid w:val="001C5EC7"/>
    <w:rsid w:val="001C6DB9"/>
    <w:rsid w:val="001D2814"/>
    <w:rsid w:val="001D32D3"/>
    <w:rsid w:val="001D413C"/>
    <w:rsid w:val="001D74E2"/>
    <w:rsid w:val="001D77E3"/>
    <w:rsid w:val="001E0118"/>
    <w:rsid w:val="001E12C9"/>
    <w:rsid w:val="001E26D9"/>
    <w:rsid w:val="001E2C7C"/>
    <w:rsid w:val="001E4D24"/>
    <w:rsid w:val="001E621C"/>
    <w:rsid w:val="001E7231"/>
    <w:rsid w:val="001F126B"/>
    <w:rsid w:val="001F3587"/>
    <w:rsid w:val="001F3FCB"/>
    <w:rsid w:val="001F5478"/>
    <w:rsid w:val="00201016"/>
    <w:rsid w:val="00201DF7"/>
    <w:rsid w:val="00202DD7"/>
    <w:rsid w:val="0020315A"/>
    <w:rsid w:val="00204C62"/>
    <w:rsid w:val="00210090"/>
    <w:rsid w:val="00212144"/>
    <w:rsid w:val="00213406"/>
    <w:rsid w:val="002233FD"/>
    <w:rsid w:val="00223998"/>
    <w:rsid w:val="00224147"/>
    <w:rsid w:val="0022594D"/>
    <w:rsid w:val="00227C89"/>
    <w:rsid w:val="00232C4E"/>
    <w:rsid w:val="00234B99"/>
    <w:rsid w:val="00240406"/>
    <w:rsid w:val="00241ACD"/>
    <w:rsid w:val="00244F5E"/>
    <w:rsid w:val="00245DCA"/>
    <w:rsid w:val="00250AB3"/>
    <w:rsid w:val="00252AA3"/>
    <w:rsid w:val="00255653"/>
    <w:rsid w:val="0026010A"/>
    <w:rsid w:val="00263F6F"/>
    <w:rsid w:val="00263F79"/>
    <w:rsid w:val="00266254"/>
    <w:rsid w:val="002671F9"/>
    <w:rsid w:val="002704DC"/>
    <w:rsid w:val="002756BC"/>
    <w:rsid w:val="002773F7"/>
    <w:rsid w:val="00280466"/>
    <w:rsid w:val="00283B41"/>
    <w:rsid w:val="00286AB1"/>
    <w:rsid w:val="00287A7C"/>
    <w:rsid w:val="00296FE4"/>
    <w:rsid w:val="002970D3"/>
    <w:rsid w:val="0029752A"/>
    <w:rsid w:val="002A0BDE"/>
    <w:rsid w:val="002A1B0F"/>
    <w:rsid w:val="002A1D0A"/>
    <w:rsid w:val="002A2566"/>
    <w:rsid w:val="002A2C19"/>
    <w:rsid w:val="002B2045"/>
    <w:rsid w:val="002B5594"/>
    <w:rsid w:val="002B65AC"/>
    <w:rsid w:val="002B6FB2"/>
    <w:rsid w:val="002C04F1"/>
    <w:rsid w:val="002C1F33"/>
    <w:rsid w:val="002C2120"/>
    <w:rsid w:val="002C2AC5"/>
    <w:rsid w:val="002C2C85"/>
    <w:rsid w:val="002C4C73"/>
    <w:rsid w:val="002C515D"/>
    <w:rsid w:val="002C6005"/>
    <w:rsid w:val="002C7650"/>
    <w:rsid w:val="002D7639"/>
    <w:rsid w:val="002E0604"/>
    <w:rsid w:val="002E6AB1"/>
    <w:rsid w:val="002E6CD0"/>
    <w:rsid w:val="002F0BC3"/>
    <w:rsid w:val="002F0C47"/>
    <w:rsid w:val="002F5B91"/>
    <w:rsid w:val="002F673A"/>
    <w:rsid w:val="003003D4"/>
    <w:rsid w:val="00300AED"/>
    <w:rsid w:val="00300C61"/>
    <w:rsid w:val="00301CB4"/>
    <w:rsid w:val="00302F76"/>
    <w:rsid w:val="00305090"/>
    <w:rsid w:val="00305125"/>
    <w:rsid w:val="0030606F"/>
    <w:rsid w:val="003136D3"/>
    <w:rsid w:val="0031422D"/>
    <w:rsid w:val="00315DC2"/>
    <w:rsid w:val="00320113"/>
    <w:rsid w:val="00327DEA"/>
    <w:rsid w:val="003324F9"/>
    <w:rsid w:val="00332BA5"/>
    <w:rsid w:val="00332F2D"/>
    <w:rsid w:val="003413C5"/>
    <w:rsid w:val="00341C59"/>
    <w:rsid w:val="0034272F"/>
    <w:rsid w:val="00344072"/>
    <w:rsid w:val="00346E94"/>
    <w:rsid w:val="003507F9"/>
    <w:rsid w:val="00351880"/>
    <w:rsid w:val="003521D5"/>
    <w:rsid w:val="00352FA8"/>
    <w:rsid w:val="003548C8"/>
    <w:rsid w:val="00354C56"/>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A4322"/>
    <w:rsid w:val="003A69B4"/>
    <w:rsid w:val="003A6EBF"/>
    <w:rsid w:val="003B3104"/>
    <w:rsid w:val="003B4545"/>
    <w:rsid w:val="003B5941"/>
    <w:rsid w:val="003C075F"/>
    <w:rsid w:val="003C5CB9"/>
    <w:rsid w:val="003C5E25"/>
    <w:rsid w:val="003C67D7"/>
    <w:rsid w:val="003D12F9"/>
    <w:rsid w:val="003D2FD8"/>
    <w:rsid w:val="003E0E45"/>
    <w:rsid w:val="003E593C"/>
    <w:rsid w:val="003E6D31"/>
    <w:rsid w:val="003F175D"/>
    <w:rsid w:val="003F458F"/>
    <w:rsid w:val="00401492"/>
    <w:rsid w:val="00404822"/>
    <w:rsid w:val="00404D1F"/>
    <w:rsid w:val="0040588A"/>
    <w:rsid w:val="00405B6A"/>
    <w:rsid w:val="00405C42"/>
    <w:rsid w:val="00405E40"/>
    <w:rsid w:val="00407842"/>
    <w:rsid w:val="004117DE"/>
    <w:rsid w:val="00412694"/>
    <w:rsid w:val="00413968"/>
    <w:rsid w:val="00414EC1"/>
    <w:rsid w:val="00415EC2"/>
    <w:rsid w:val="00416544"/>
    <w:rsid w:val="00425F8E"/>
    <w:rsid w:val="0042612F"/>
    <w:rsid w:val="0043195D"/>
    <w:rsid w:val="00442A04"/>
    <w:rsid w:val="00443448"/>
    <w:rsid w:val="00443ADC"/>
    <w:rsid w:val="004440E5"/>
    <w:rsid w:val="00445292"/>
    <w:rsid w:val="004457A4"/>
    <w:rsid w:val="0045054F"/>
    <w:rsid w:val="00453747"/>
    <w:rsid w:val="00454477"/>
    <w:rsid w:val="0045488B"/>
    <w:rsid w:val="00455F80"/>
    <w:rsid w:val="00457790"/>
    <w:rsid w:val="00460BDB"/>
    <w:rsid w:val="004612F3"/>
    <w:rsid w:val="0046190F"/>
    <w:rsid w:val="00462A49"/>
    <w:rsid w:val="00467D62"/>
    <w:rsid w:val="00472D42"/>
    <w:rsid w:val="00475EEB"/>
    <w:rsid w:val="004767FB"/>
    <w:rsid w:val="00476D90"/>
    <w:rsid w:val="00482B79"/>
    <w:rsid w:val="00485C56"/>
    <w:rsid w:val="00491A80"/>
    <w:rsid w:val="00496FC4"/>
    <w:rsid w:val="00497B97"/>
    <w:rsid w:val="004A48C1"/>
    <w:rsid w:val="004A4945"/>
    <w:rsid w:val="004B1D1C"/>
    <w:rsid w:val="004B3AE4"/>
    <w:rsid w:val="004B41E5"/>
    <w:rsid w:val="004B7145"/>
    <w:rsid w:val="004C02C9"/>
    <w:rsid w:val="004C02F8"/>
    <w:rsid w:val="004C329F"/>
    <w:rsid w:val="004C36C1"/>
    <w:rsid w:val="004C48CB"/>
    <w:rsid w:val="004D4F7B"/>
    <w:rsid w:val="004D5002"/>
    <w:rsid w:val="004D555E"/>
    <w:rsid w:val="004D594D"/>
    <w:rsid w:val="004D6DE5"/>
    <w:rsid w:val="004D7118"/>
    <w:rsid w:val="004E32E0"/>
    <w:rsid w:val="004E3791"/>
    <w:rsid w:val="004E3811"/>
    <w:rsid w:val="004E4868"/>
    <w:rsid w:val="004F1F80"/>
    <w:rsid w:val="004F5AA9"/>
    <w:rsid w:val="004F6140"/>
    <w:rsid w:val="00500646"/>
    <w:rsid w:val="00502F6F"/>
    <w:rsid w:val="00513A2F"/>
    <w:rsid w:val="00514C04"/>
    <w:rsid w:val="005209D9"/>
    <w:rsid w:val="005276CC"/>
    <w:rsid w:val="005300F7"/>
    <w:rsid w:val="005310C9"/>
    <w:rsid w:val="00531696"/>
    <w:rsid w:val="00533339"/>
    <w:rsid w:val="005344FC"/>
    <w:rsid w:val="00537863"/>
    <w:rsid w:val="0054021B"/>
    <w:rsid w:val="00541490"/>
    <w:rsid w:val="00546293"/>
    <w:rsid w:val="00560DA2"/>
    <w:rsid w:val="00570C02"/>
    <w:rsid w:val="00572DCA"/>
    <w:rsid w:val="005746CE"/>
    <w:rsid w:val="00575130"/>
    <w:rsid w:val="00576B51"/>
    <w:rsid w:val="00581206"/>
    <w:rsid w:val="00583F31"/>
    <w:rsid w:val="00585232"/>
    <w:rsid w:val="00585A5A"/>
    <w:rsid w:val="00585E44"/>
    <w:rsid w:val="00586B48"/>
    <w:rsid w:val="005909A5"/>
    <w:rsid w:val="005975AA"/>
    <w:rsid w:val="005A17CA"/>
    <w:rsid w:val="005A1A90"/>
    <w:rsid w:val="005A23FB"/>
    <w:rsid w:val="005A2B8E"/>
    <w:rsid w:val="005B20EF"/>
    <w:rsid w:val="005B275A"/>
    <w:rsid w:val="005C4001"/>
    <w:rsid w:val="005C4B8F"/>
    <w:rsid w:val="005C4DD6"/>
    <w:rsid w:val="005D1AD1"/>
    <w:rsid w:val="005D1EBE"/>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87D"/>
    <w:rsid w:val="00625848"/>
    <w:rsid w:val="006262F5"/>
    <w:rsid w:val="00640F73"/>
    <w:rsid w:val="00646BC9"/>
    <w:rsid w:val="00650377"/>
    <w:rsid w:val="00651740"/>
    <w:rsid w:val="00651D10"/>
    <w:rsid w:val="00654653"/>
    <w:rsid w:val="00656E63"/>
    <w:rsid w:val="006626B2"/>
    <w:rsid w:val="0066298D"/>
    <w:rsid w:val="006642B1"/>
    <w:rsid w:val="006662BE"/>
    <w:rsid w:val="006679AA"/>
    <w:rsid w:val="006704E0"/>
    <w:rsid w:val="006705F9"/>
    <w:rsid w:val="006725F1"/>
    <w:rsid w:val="00681F87"/>
    <w:rsid w:val="006840B5"/>
    <w:rsid w:val="006845BB"/>
    <w:rsid w:val="0068600C"/>
    <w:rsid w:val="00687742"/>
    <w:rsid w:val="006927C3"/>
    <w:rsid w:val="006A218F"/>
    <w:rsid w:val="006A285F"/>
    <w:rsid w:val="006A38DC"/>
    <w:rsid w:val="006A6902"/>
    <w:rsid w:val="006B01CE"/>
    <w:rsid w:val="006B3727"/>
    <w:rsid w:val="006B423F"/>
    <w:rsid w:val="006B4AB9"/>
    <w:rsid w:val="006C42E8"/>
    <w:rsid w:val="006C4C3E"/>
    <w:rsid w:val="006C56EA"/>
    <w:rsid w:val="006C7E13"/>
    <w:rsid w:val="006D295A"/>
    <w:rsid w:val="006D3C62"/>
    <w:rsid w:val="006E4125"/>
    <w:rsid w:val="006E638B"/>
    <w:rsid w:val="006E692F"/>
    <w:rsid w:val="006F24AA"/>
    <w:rsid w:val="006F518E"/>
    <w:rsid w:val="006F723B"/>
    <w:rsid w:val="00703952"/>
    <w:rsid w:val="00712086"/>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0866"/>
    <w:rsid w:val="00742AC5"/>
    <w:rsid w:val="007436E4"/>
    <w:rsid w:val="007446F8"/>
    <w:rsid w:val="0074517A"/>
    <w:rsid w:val="007461D1"/>
    <w:rsid w:val="0075021E"/>
    <w:rsid w:val="00750840"/>
    <w:rsid w:val="00750B6E"/>
    <w:rsid w:val="0075145C"/>
    <w:rsid w:val="007527AE"/>
    <w:rsid w:val="007550E6"/>
    <w:rsid w:val="00757683"/>
    <w:rsid w:val="007600EC"/>
    <w:rsid w:val="00762B62"/>
    <w:rsid w:val="00766C60"/>
    <w:rsid w:val="0076769C"/>
    <w:rsid w:val="00771254"/>
    <w:rsid w:val="007729EE"/>
    <w:rsid w:val="00773800"/>
    <w:rsid w:val="007749B2"/>
    <w:rsid w:val="007759B2"/>
    <w:rsid w:val="00784171"/>
    <w:rsid w:val="00785B67"/>
    <w:rsid w:val="00787631"/>
    <w:rsid w:val="0079055A"/>
    <w:rsid w:val="00790DC2"/>
    <w:rsid w:val="0079116A"/>
    <w:rsid w:val="00791B28"/>
    <w:rsid w:val="00791F50"/>
    <w:rsid w:val="00792390"/>
    <w:rsid w:val="00793DB8"/>
    <w:rsid w:val="0079408F"/>
    <w:rsid w:val="00796ACC"/>
    <w:rsid w:val="007973BD"/>
    <w:rsid w:val="007978F0"/>
    <w:rsid w:val="007A0FF7"/>
    <w:rsid w:val="007A2BC7"/>
    <w:rsid w:val="007A469C"/>
    <w:rsid w:val="007C2AE6"/>
    <w:rsid w:val="007C3E80"/>
    <w:rsid w:val="007C5B7A"/>
    <w:rsid w:val="007D1A15"/>
    <w:rsid w:val="007E702B"/>
    <w:rsid w:val="007E7E6B"/>
    <w:rsid w:val="007F0416"/>
    <w:rsid w:val="007F4B0A"/>
    <w:rsid w:val="007F64B1"/>
    <w:rsid w:val="00800DDA"/>
    <w:rsid w:val="00804D0D"/>
    <w:rsid w:val="008075BE"/>
    <w:rsid w:val="00814531"/>
    <w:rsid w:val="00814E12"/>
    <w:rsid w:val="008178FF"/>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84F35"/>
    <w:rsid w:val="008A24D0"/>
    <w:rsid w:val="008A4344"/>
    <w:rsid w:val="008A5E19"/>
    <w:rsid w:val="008B642F"/>
    <w:rsid w:val="008B6A37"/>
    <w:rsid w:val="008B747D"/>
    <w:rsid w:val="008C00F4"/>
    <w:rsid w:val="008C2993"/>
    <w:rsid w:val="008C3246"/>
    <w:rsid w:val="008C5594"/>
    <w:rsid w:val="008D0D39"/>
    <w:rsid w:val="008D514E"/>
    <w:rsid w:val="008E3658"/>
    <w:rsid w:val="008E69DE"/>
    <w:rsid w:val="008E6AB0"/>
    <w:rsid w:val="008F1D42"/>
    <w:rsid w:val="008F2A12"/>
    <w:rsid w:val="008F4544"/>
    <w:rsid w:val="0090147C"/>
    <w:rsid w:val="0090263B"/>
    <w:rsid w:val="00906842"/>
    <w:rsid w:val="009129F2"/>
    <w:rsid w:val="00912F33"/>
    <w:rsid w:val="009134F9"/>
    <w:rsid w:val="00913A4F"/>
    <w:rsid w:val="0091539B"/>
    <w:rsid w:val="0091651C"/>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0EC3"/>
    <w:rsid w:val="0095226F"/>
    <w:rsid w:val="00954D56"/>
    <w:rsid w:val="00956501"/>
    <w:rsid w:val="00957C2F"/>
    <w:rsid w:val="009605A6"/>
    <w:rsid w:val="00961154"/>
    <w:rsid w:val="00962769"/>
    <w:rsid w:val="00966163"/>
    <w:rsid w:val="00974BD5"/>
    <w:rsid w:val="00975586"/>
    <w:rsid w:val="0098260C"/>
    <w:rsid w:val="00983169"/>
    <w:rsid w:val="00983857"/>
    <w:rsid w:val="00983919"/>
    <w:rsid w:val="0098391B"/>
    <w:rsid w:val="00983EA4"/>
    <w:rsid w:val="0098412B"/>
    <w:rsid w:val="00987C19"/>
    <w:rsid w:val="00987EE9"/>
    <w:rsid w:val="0099384B"/>
    <w:rsid w:val="00994217"/>
    <w:rsid w:val="00996D27"/>
    <w:rsid w:val="009B0C85"/>
    <w:rsid w:val="009B10A2"/>
    <w:rsid w:val="009B11F9"/>
    <w:rsid w:val="009B46BC"/>
    <w:rsid w:val="009B59D3"/>
    <w:rsid w:val="009B6357"/>
    <w:rsid w:val="009C147F"/>
    <w:rsid w:val="009C4206"/>
    <w:rsid w:val="009C66BA"/>
    <w:rsid w:val="009D1FB9"/>
    <w:rsid w:val="009D29B7"/>
    <w:rsid w:val="009D2A74"/>
    <w:rsid w:val="009D79AC"/>
    <w:rsid w:val="009D7B8A"/>
    <w:rsid w:val="009E0A19"/>
    <w:rsid w:val="009E134F"/>
    <w:rsid w:val="009E1D3B"/>
    <w:rsid w:val="009E656D"/>
    <w:rsid w:val="00A0034E"/>
    <w:rsid w:val="00A00F34"/>
    <w:rsid w:val="00A0174E"/>
    <w:rsid w:val="00A07478"/>
    <w:rsid w:val="00A134DE"/>
    <w:rsid w:val="00A1384C"/>
    <w:rsid w:val="00A15687"/>
    <w:rsid w:val="00A176E9"/>
    <w:rsid w:val="00A17F82"/>
    <w:rsid w:val="00A204EE"/>
    <w:rsid w:val="00A20C3B"/>
    <w:rsid w:val="00A32193"/>
    <w:rsid w:val="00A32ABF"/>
    <w:rsid w:val="00A36EBF"/>
    <w:rsid w:val="00A36EEC"/>
    <w:rsid w:val="00A4197C"/>
    <w:rsid w:val="00A42789"/>
    <w:rsid w:val="00A43D67"/>
    <w:rsid w:val="00A516F3"/>
    <w:rsid w:val="00A5171C"/>
    <w:rsid w:val="00A520F4"/>
    <w:rsid w:val="00A5316A"/>
    <w:rsid w:val="00A5334D"/>
    <w:rsid w:val="00A60C8C"/>
    <w:rsid w:val="00A61C1E"/>
    <w:rsid w:val="00A61CE5"/>
    <w:rsid w:val="00A625E2"/>
    <w:rsid w:val="00A72D90"/>
    <w:rsid w:val="00A7340C"/>
    <w:rsid w:val="00A752BA"/>
    <w:rsid w:val="00A818D7"/>
    <w:rsid w:val="00A82F9B"/>
    <w:rsid w:val="00A93CC7"/>
    <w:rsid w:val="00A94690"/>
    <w:rsid w:val="00A96131"/>
    <w:rsid w:val="00A9701B"/>
    <w:rsid w:val="00AA6C41"/>
    <w:rsid w:val="00AA77A0"/>
    <w:rsid w:val="00AB0B02"/>
    <w:rsid w:val="00AB1F68"/>
    <w:rsid w:val="00AB77E3"/>
    <w:rsid w:val="00AB79CD"/>
    <w:rsid w:val="00AC1098"/>
    <w:rsid w:val="00AC19DC"/>
    <w:rsid w:val="00AC2FAF"/>
    <w:rsid w:val="00AC6D24"/>
    <w:rsid w:val="00AC7002"/>
    <w:rsid w:val="00AC76AC"/>
    <w:rsid w:val="00AD2AD5"/>
    <w:rsid w:val="00AD4A38"/>
    <w:rsid w:val="00AD77EE"/>
    <w:rsid w:val="00AE1AF7"/>
    <w:rsid w:val="00AE58D0"/>
    <w:rsid w:val="00AE668F"/>
    <w:rsid w:val="00AE7C50"/>
    <w:rsid w:val="00AF1898"/>
    <w:rsid w:val="00AF51BB"/>
    <w:rsid w:val="00AF6AE3"/>
    <w:rsid w:val="00AF7991"/>
    <w:rsid w:val="00B03580"/>
    <w:rsid w:val="00B04293"/>
    <w:rsid w:val="00B04BC4"/>
    <w:rsid w:val="00B06816"/>
    <w:rsid w:val="00B07199"/>
    <w:rsid w:val="00B11E0C"/>
    <w:rsid w:val="00B12EF6"/>
    <w:rsid w:val="00B1364D"/>
    <w:rsid w:val="00B24223"/>
    <w:rsid w:val="00B26E4C"/>
    <w:rsid w:val="00B274FF"/>
    <w:rsid w:val="00B32134"/>
    <w:rsid w:val="00B335AC"/>
    <w:rsid w:val="00B34BB7"/>
    <w:rsid w:val="00B371B9"/>
    <w:rsid w:val="00B43FAD"/>
    <w:rsid w:val="00B504C4"/>
    <w:rsid w:val="00B508C2"/>
    <w:rsid w:val="00B5149B"/>
    <w:rsid w:val="00B52905"/>
    <w:rsid w:val="00B530ED"/>
    <w:rsid w:val="00B5448E"/>
    <w:rsid w:val="00B545A9"/>
    <w:rsid w:val="00B57274"/>
    <w:rsid w:val="00B60684"/>
    <w:rsid w:val="00B6515E"/>
    <w:rsid w:val="00B65292"/>
    <w:rsid w:val="00B719D0"/>
    <w:rsid w:val="00B74D60"/>
    <w:rsid w:val="00B75D74"/>
    <w:rsid w:val="00B7618C"/>
    <w:rsid w:val="00B7629E"/>
    <w:rsid w:val="00B7664D"/>
    <w:rsid w:val="00B86947"/>
    <w:rsid w:val="00B90FAF"/>
    <w:rsid w:val="00B913F0"/>
    <w:rsid w:val="00B920E9"/>
    <w:rsid w:val="00B946E2"/>
    <w:rsid w:val="00B972CD"/>
    <w:rsid w:val="00B97434"/>
    <w:rsid w:val="00BA0BCF"/>
    <w:rsid w:val="00BA2D84"/>
    <w:rsid w:val="00BA5CB0"/>
    <w:rsid w:val="00BB131C"/>
    <w:rsid w:val="00BC023D"/>
    <w:rsid w:val="00BC4746"/>
    <w:rsid w:val="00BD1281"/>
    <w:rsid w:val="00BD2D97"/>
    <w:rsid w:val="00BD6F6B"/>
    <w:rsid w:val="00BD7C2C"/>
    <w:rsid w:val="00BE05B0"/>
    <w:rsid w:val="00BE2348"/>
    <w:rsid w:val="00BE77C6"/>
    <w:rsid w:val="00BE7E15"/>
    <w:rsid w:val="00BF0D64"/>
    <w:rsid w:val="00BF1274"/>
    <w:rsid w:val="00BF4254"/>
    <w:rsid w:val="00BF65AC"/>
    <w:rsid w:val="00BF7BB2"/>
    <w:rsid w:val="00BF7C2E"/>
    <w:rsid w:val="00BF7E6E"/>
    <w:rsid w:val="00C044E6"/>
    <w:rsid w:val="00C05F90"/>
    <w:rsid w:val="00C0742E"/>
    <w:rsid w:val="00C16257"/>
    <w:rsid w:val="00C1669C"/>
    <w:rsid w:val="00C17455"/>
    <w:rsid w:val="00C23E10"/>
    <w:rsid w:val="00C2769D"/>
    <w:rsid w:val="00C34371"/>
    <w:rsid w:val="00C37A8E"/>
    <w:rsid w:val="00C4046F"/>
    <w:rsid w:val="00C407C8"/>
    <w:rsid w:val="00C40B62"/>
    <w:rsid w:val="00C446DB"/>
    <w:rsid w:val="00C50BAC"/>
    <w:rsid w:val="00C5331C"/>
    <w:rsid w:val="00C5515B"/>
    <w:rsid w:val="00C55180"/>
    <w:rsid w:val="00C56B83"/>
    <w:rsid w:val="00C61EE4"/>
    <w:rsid w:val="00C6477E"/>
    <w:rsid w:val="00C658E0"/>
    <w:rsid w:val="00C6774A"/>
    <w:rsid w:val="00C73BB0"/>
    <w:rsid w:val="00C80BBE"/>
    <w:rsid w:val="00C8309F"/>
    <w:rsid w:val="00C83F2E"/>
    <w:rsid w:val="00C85703"/>
    <w:rsid w:val="00C874CC"/>
    <w:rsid w:val="00C9012C"/>
    <w:rsid w:val="00C95708"/>
    <w:rsid w:val="00C96F9C"/>
    <w:rsid w:val="00CA0F1F"/>
    <w:rsid w:val="00CA3186"/>
    <w:rsid w:val="00CA5EF0"/>
    <w:rsid w:val="00CA6F83"/>
    <w:rsid w:val="00CB1A84"/>
    <w:rsid w:val="00CB2098"/>
    <w:rsid w:val="00CB286A"/>
    <w:rsid w:val="00CC3840"/>
    <w:rsid w:val="00CC6F2B"/>
    <w:rsid w:val="00CD1A62"/>
    <w:rsid w:val="00CD3F0F"/>
    <w:rsid w:val="00CE0E9D"/>
    <w:rsid w:val="00CE1495"/>
    <w:rsid w:val="00CE21CC"/>
    <w:rsid w:val="00CE7A88"/>
    <w:rsid w:val="00CF1EED"/>
    <w:rsid w:val="00D11AC4"/>
    <w:rsid w:val="00D12F48"/>
    <w:rsid w:val="00D160DF"/>
    <w:rsid w:val="00D202E2"/>
    <w:rsid w:val="00D20370"/>
    <w:rsid w:val="00D20FA8"/>
    <w:rsid w:val="00D2108A"/>
    <w:rsid w:val="00D24A71"/>
    <w:rsid w:val="00D30361"/>
    <w:rsid w:val="00D304C4"/>
    <w:rsid w:val="00D31C62"/>
    <w:rsid w:val="00D3336B"/>
    <w:rsid w:val="00D34123"/>
    <w:rsid w:val="00D37192"/>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2E05"/>
    <w:rsid w:val="00DA46B2"/>
    <w:rsid w:val="00DA7B61"/>
    <w:rsid w:val="00DB1A7B"/>
    <w:rsid w:val="00DB4E57"/>
    <w:rsid w:val="00DB79A4"/>
    <w:rsid w:val="00DC1DB5"/>
    <w:rsid w:val="00DC4C30"/>
    <w:rsid w:val="00DC75FE"/>
    <w:rsid w:val="00DC7744"/>
    <w:rsid w:val="00DC7B44"/>
    <w:rsid w:val="00DD03AB"/>
    <w:rsid w:val="00DD07C1"/>
    <w:rsid w:val="00DD48A1"/>
    <w:rsid w:val="00DE3823"/>
    <w:rsid w:val="00DE65D0"/>
    <w:rsid w:val="00DE7CE8"/>
    <w:rsid w:val="00DF08FC"/>
    <w:rsid w:val="00DF1F5C"/>
    <w:rsid w:val="00DF2722"/>
    <w:rsid w:val="00DF449C"/>
    <w:rsid w:val="00DF499A"/>
    <w:rsid w:val="00DF6FCB"/>
    <w:rsid w:val="00DF7399"/>
    <w:rsid w:val="00E0084B"/>
    <w:rsid w:val="00E03739"/>
    <w:rsid w:val="00E059A2"/>
    <w:rsid w:val="00E06078"/>
    <w:rsid w:val="00E071CC"/>
    <w:rsid w:val="00E07C45"/>
    <w:rsid w:val="00E10877"/>
    <w:rsid w:val="00E206C7"/>
    <w:rsid w:val="00E2418E"/>
    <w:rsid w:val="00E2471B"/>
    <w:rsid w:val="00E300F4"/>
    <w:rsid w:val="00E3063F"/>
    <w:rsid w:val="00E33D7B"/>
    <w:rsid w:val="00E33F48"/>
    <w:rsid w:val="00E36164"/>
    <w:rsid w:val="00E41DC6"/>
    <w:rsid w:val="00E505DD"/>
    <w:rsid w:val="00E51E44"/>
    <w:rsid w:val="00E528CB"/>
    <w:rsid w:val="00E60226"/>
    <w:rsid w:val="00E60C95"/>
    <w:rsid w:val="00E64659"/>
    <w:rsid w:val="00E65749"/>
    <w:rsid w:val="00E67A78"/>
    <w:rsid w:val="00E70710"/>
    <w:rsid w:val="00E76E1E"/>
    <w:rsid w:val="00E84DE1"/>
    <w:rsid w:val="00E87F4C"/>
    <w:rsid w:val="00E93365"/>
    <w:rsid w:val="00EA47B7"/>
    <w:rsid w:val="00EA643E"/>
    <w:rsid w:val="00EA7289"/>
    <w:rsid w:val="00EB1F9D"/>
    <w:rsid w:val="00EB23C3"/>
    <w:rsid w:val="00EC018D"/>
    <w:rsid w:val="00EC05F7"/>
    <w:rsid w:val="00EC3C72"/>
    <w:rsid w:val="00EC6CF7"/>
    <w:rsid w:val="00ED05E6"/>
    <w:rsid w:val="00ED1CB0"/>
    <w:rsid w:val="00ED307E"/>
    <w:rsid w:val="00EE03CA"/>
    <w:rsid w:val="00EE3178"/>
    <w:rsid w:val="00EE44C7"/>
    <w:rsid w:val="00EE6135"/>
    <w:rsid w:val="00EE69F9"/>
    <w:rsid w:val="00EE6D9C"/>
    <w:rsid w:val="00EF349E"/>
    <w:rsid w:val="00EF4937"/>
    <w:rsid w:val="00F00859"/>
    <w:rsid w:val="00F01483"/>
    <w:rsid w:val="00F0204D"/>
    <w:rsid w:val="00F03141"/>
    <w:rsid w:val="00F06793"/>
    <w:rsid w:val="00F14651"/>
    <w:rsid w:val="00F14B1E"/>
    <w:rsid w:val="00F16692"/>
    <w:rsid w:val="00F166F0"/>
    <w:rsid w:val="00F176AE"/>
    <w:rsid w:val="00F2300D"/>
    <w:rsid w:val="00F23C25"/>
    <w:rsid w:val="00F3359B"/>
    <w:rsid w:val="00F40E68"/>
    <w:rsid w:val="00F44D83"/>
    <w:rsid w:val="00F512D1"/>
    <w:rsid w:val="00F54976"/>
    <w:rsid w:val="00F55B68"/>
    <w:rsid w:val="00F563E4"/>
    <w:rsid w:val="00F612FD"/>
    <w:rsid w:val="00F634A8"/>
    <w:rsid w:val="00F63DC4"/>
    <w:rsid w:val="00F64CCD"/>
    <w:rsid w:val="00F65684"/>
    <w:rsid w:val="00F708CA"/>
    <w:rsid w:val="00F71E33"/>
    <w:rsid w:val="00F72AF8"/>
    <w:rsid w:val="00F733DF"/>
    <w:rsid w:val="00F75DEE"/>
    <w:rsid w:val="00F816C2"/>
    <w:rsid w:val="00F81DA0"/>
    <w:rsid w:val="00F82199"/>
    <w:rsid w:val="00F83CD3"/>
    <w:rsid w:val="00F90F1E"/>
    <w:rsid w:val="00F91655"/>
    <w:rsid w:val="00F9196F"/>
    <w:rsid w:val="00F91E5D"/>
    <w:rsid w:val="00F92394"/>
    <w:rsid w:val="00F957CD"/>
    <w:rsid w:val="00F96F3D"/>
    <w:rsid w:val="00F97568"/>
    <w:rsid w:val="00FA039D"/>
    <w:rsid w:val="00FA55BC"/>
    <w:rsid w:val="00FA646A"/>
    <w:rsid w:val="00FA722F"/>
    <w:rsid w:val="00FB44E6"/>
    <w:rsid w:val="00FC2260"/>
    <w:rsid w:val="00FC3219"/>
    <w:rsid w:val="00FC590D"/>
    <w:rsid w:val="00FD49B8"/>
    <w:rsid w:val="00FD59E4"/>
    <w:rsid w:val="00FE11D0"/>
    <w:rsid w:val="00FE5CC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908876599">
      <w:marLeft w:val="0"/>
      <w:marRight w:val="0"/>
      <w:marTop w:val="0"/>
      <w:marBottom w:val="0"/>
      <w:divBdr>
        <w:top w:val="none" w:sz="0" w:space="0" w:color="auto"/>
        <w:left w:val="none" w:sz="0" w:space="0" w:color="auto"/>
        <w:bottom w:val="none" w:sz="0" w:space="0" w:color="auto"/>
        <w:right w:val="none" w:sz="0" w:space="0" w:color="auto"/>
      </w:divBdr>
    </w:div>
    <w:div w:id="1908876600">
      <w:marLeft w:val="0"/>
      <w:marRight w:val="0"/>
      <w:marTop w:val="0"/>
      <w:marBottom w:val="0"/>
      <w:divBdr>
        <w:top w:val="none" w:sz="0" w:space="0" w:color="auto"/>
        <w:left w:val="none" w:sz="0" w:space="0" w:color="auto"/>
        <w:bottom w:val="none" w:sz="0" w:space="0" w:color="auto"/>
        <w:right w:val="none" w:sz="0" w:space="0" w:color="auto"/>
      </w:divBdr>
    </w:div>
    <w:div w:id="1908876601">
      <w:marLeft w:val="0"/>
      <w:marRight w:val="0"/>
      <w:marTop w:val="0"/>
      <w:marBottom w:val="0"/>
      <w:divBdr>
        <w:top w:val="none" w:sz="0" w:space="0" w:color="auto"/>
        <w:left w:val="none" w:sz="0" w:space="0" w:color="auto"/>
        <w:bottom w:val="none" w:sz="0" w:space="0" w:color="auto"/>
        <w:right w:val="none" w:sz="0" w:space="0" w:color="auto"/>
      </w:divBdr>
    </w:div>
    <w:div w:id="1908876602">
      <w:marLeft w:val="0"/>
      <w:marRight w:val="0"/>
      <w:marTop w:val="0"/>
      <w:marBottom w:val="0"/>
      <w:divBdr>
        <w:top w:val="none" w:sz="0" w:space="0" w:color="auto"/>
        <w:left w:val="none" w:sz="0" w:space="0" w:color="auto"/>
        <w:bottom w:val="none" w:sz="0" w:space="0" w:color="auto"/>
        <w:right w:val="none" w:sz="0" w:space="0" w:color="auto"/>
      </w:divBdr>
    </w:div>
    <w:div w:id="1908876603">
      <w:marLeft w:val="0"/>
      <w:marRight w:val="0"/>
      <w:marTop w:val="0"/>
      <w:marBottom w:val="0"/>
      <w:divBdr>
        <w:top w:val="none" w:sz="0" w:space="0" w:color="auto"/>
        <w:left w:val="none" w:sz="0" w:space="0" w:color="auto"/>
        <w:bottom w:val="none" w:sz="0" w:space="0" w:color="auto"/>
        <w:right w:val="none" w:sz="0" w:space="0" w:color="auto"/>
      </w:divBdr>
    </w:div>
    <w:div w:id="1908876604">
      <w:marLeft w:val="0"/>
      <w:marRight w:val="0"/>
      <w:marTop w:val="0"/>
      <w:marBottom w:val="0"/>
      <w:divBdr>
        <w:top w:val="none" w:sz="0" w:space="0" w:color="auto"/>
        <w:left w:val="none" w:sz="0" w:space="0" w:color="auto"/>
        <w:bottom w:val="none" w:sz="0" w:space="0" w:color="auto"/>
        <w:right w:val="none" w:sz="0" w:space="0" w:color="auto"/>
      </w:divBdr>
    </w:div>
    <w:div w:id="1908876605">
      <w:marLeft w:val="0"/>
      <w:marRight w:val="0"/>
      <w:marTop w:val="0"/>
      <w:marBottom w:val="0"/>
      <w:divBdr>
        <w:top w:val="none" w:sz="0" w:space="0" w:color="auto"/>
        <w:left w:val="none" w:sz="0" w:space="0" w:color="auto"/>
        <w:bottom w:val="none" w:sz="0" w:space="0" w:color="auto"/>
        <w:right w:val="none" w:sz="0" w:space="0" w:color="auto"/>
      </w:divBdr>
    </w:div>
    <w:div w:id="1908876606">
      <w:marLeft w:val="0"/>
      <w:marRight w:val="0"/>
      <w:marTop w:val="0"/>
      <w:marBottom w:val="0"/>
      <w:divBdr>
        <w:top w:val="none" w:sz="0" w:space="0" w:color="auto"/>
        <w:left w:val="none" w:sz="0" w:space="0" w:color="auto"/>
        <w:bottom w:val="none" w:sz="0" w:space="0" w:color="auto"/>
        <w:right w:val="none" w:sz="0" w:space="0" w:color="auto"/>
      </w:divBdr>
    </w:div>
    <w:div w:id="1908876607">
      <w:marLeft w:val="0"/>
      <w:marRight w:val="0"/>
      <w:marTop w:val="0"/>
      <w:marBottom w:val="0"/>
      <w:divBdr>
        <w:top w:val="none" w:sz="0" w:space="0" w:color="auto"/>
        <w:left w:val="none" w:sz="0" w:space="0" w:color="auto"/>
        <w:bottom w:val="none" w:sz="0" w:space="0" w:color="auto"/>
        <w:right w:val="none" w:sz="0" w:space="0" w:color="auto"/>
      </w:divBdr>
    </w:div>
    <w:div w:id="1908876608">
      <w:marLeft w:val="0"/>
      <w:marRight w:val="0"/>
      <w:marTop w:val="0"/>
      <w:marBottom w:val="0"/>
      <w:divBdr>
        <w:top w:val="none" w:sz="0" w:space="0" w:color="auto"/>
        <w:left w:val="none" w:sz="0" w:space="0" w:color="auto"/>
        <w:bottom w:val="none" w:sz="0" w:space="0" w:color="auto"/>
        <w:right w:val="none" w:sz="0" w:space="0" w:color="auto"/>
      </w:divBdr>
    </w:div>
    <w:div w:id="1908876609">
      <w:marLeft w:val="0"/>
      <w:marRight w:val="0"/>
      <w:marTop w:val="0"/>
      <w:marBottom w:val="0"/>
      <w:divBdr>
        <w:top w:val="none" w:sz="0" w:space="0" w:color="auto"/>
        <w:left w:val="none" w:sz="0" w:space="0" w:color="auto"/>
        <w:bottom w:val="none" w:sz="0" w:space="0" w:color="auto"/>
        <w:right w:val="none" w:sz="0" w:space="0" w:color="auto"/>
      </w:divBdr>
    </w:div>
    <w:div w:id="1908876610">
      <w:marLeft w:val="0"/>
      <w:marRight w:val="0"/>
      <w:marTop w:val="0"/>
      <w:marBottom w:val="0"/>
      <w:divBdr>
        <w:top w:val="none" w:sz="0" w:space="0" w:color="auto"/>
        <w:left w:val="none" w:sz="0" w:space="0" w:color="auto"/>
        <w:bottom w:val="none" w:sz="0" w:space="0" w:color="auto"/>
        <w:right w:val="none" w:sz="0" w:space="0" w:color="auto"/>
      </w:divBdr>
    </w:div>
    <w:div w:id="1908876611">
      <w:marLeft w:val="0"/>
      <w:marRight w:val="0"/>
      <w:marTop w:val="0"/>
      <w:marBottom w:val="0"/>
      <w:divBdr>
        <w:top w:val="none" w:sz="0" w:space="0" w:color="auto"/>
        <w:left w:val="none" w:sz="0" w:space="0" w:color="auto"/>
        <w:bottom w:val="none" w:sz="0" w:space="0" w:color="auto"/>
        <w:right w:val="none" w:sz="0" w:space="0" w:color="auto"/>
      </w:divBdr>
    </w:div>
    <w:div w:id="1908876612">
      <w:marLeft w:val="0"/>
      <w:marRight w:val="0"/>
      <w:marTop w:val="0"/>
      <w:marBottom w:val="0"/>
      <w:divBdr>
        <w:top w:val="none" w:sz="0" w:space="0" w:color="auto"/>
        <w:left w:val="none" w:sz="0" w:space="0" w:color="auto"/>
        <w:bottom w:val="none" w:sz="0" w:space="0" w:color="auto"/>
        <w:right w:val="none" w:sz="0" w:space="0" w:color="auto"/>
      </w:divBdr>
    </w:div>
    <w:div w:id="1908876613">
      <w:marLeft w:val="0"/>
      <w:marRight w:val="0"/>
      <w:marTop w:val="0"/>
      <w:marBottom w:val="0"/>
      <w:divBdr>
        <w:top w:val="none" w:sz="0" w:space="0" w:color="auto"/>
        <w:left w:val="none" w:sz="0" w:space="0" w:color="auto"/>
        <w:bottom w:val="none" w:sz="0" w:space="0" w:color="auto"/>
        <w:right w:val="none" w:sz="0" w:space="0" w:color="auto"/>
      </w:divBdr>
    </w:div>
    <w:div w:id="1908876614">
      <w:marLeft w:val="0"/>
      <w:marRight w:val="0"/>
      <w:marTop w:val="0"/>
      <w:marBottom w:val="0"/>
      <w:divBdr>
        <w:top w:val="none" w:sz="0" w:space="0" w:color="auto"/>
        <w:left w:val="none" w:sz="0" w:space="0" w:color="auto"/>
        <w:bottom w:val="none" w:sz="0" w:space="0" w:color="auto"/>
        <w:right w:val="none" w:sz="0" w:space="0" w:color="auto"/>
      </w:divBdr>
    </w:div>
    <w:div w:id="1908876615">
      <w:marLeft w:val="0"/>
      <w:marRight w:val="0"/>
      <w:marTop w:val="0"/>
      <w:marBottom w:val="0"/>
      <w:divBdr>
        <w:top w:val="none" w:sz="0" w:space="0" w:color="auto"/>
        <w:left w:val="none" w:sz="0" w:space="0" w:color="auto"/>
        <w:bottom w:val="none" w:sz="0" w:space="0" w:color="auto"/>
        <w:right w:val="none" w:sz="0" w:space="0" w:color="auto"/>
      </w:divBdr>
    </w:div>
    <w:div w:id="1908876616">
      <w:marLeft w:val="0"/>
      <w:marRight w:val="0"/>
      <w:marTop w:val="0"/>
      <w:marBottom w:val="0"/>
      <w:divBdr>
        <w:top w:val="none" w:sz="0" w:space="0" w:color="auto"/>
        <w:left w:val="none" w:sz="0" w:space="0" w:color="auto"/>
        <w:bottom w:val="none" w:sz="0" w:space="0" w:color="auto"/>
        <w:right w:val="none" w:sz="0" w:space="0" w:color="auto"/>
      </w:divBdr>
    </w:div>
    <w:div w:id="1908876617">
      <w:marLeft w:val="0"/>
      <w:marRight w:val="0"/>
      <w:marTop w:val="0"/>
      <w:marBottom w:val="0"/>
      <w:divBdr>
        <w:top w:val="none" w:sz="0" w:space="0" w:color="auto"/>
        <w:left w:val="none" w:sz="0" w:space="0" w:color="auto"/>
        <w:bottom w:val="none" w:sz="0" w:space="0" w:color="auto"/>
        <w:right w:val="none" w:sz="0" w:space="0" w:color="auto"/>
      </w:divBdr>
    </w:div>
    <w:div w:id="1908876618">
      <w:marLeft w:val="0"/>
      <w:marRight w:val="0"/>
      <w:marTop w:val="0"/>
      <w:marBottom w:val="0"/>
      <w:divBdr>
        <w:top w:val="none" w:sz="0" w:space="0" w:color="auto"/>
        <w:left w:val="none" w:sz="0" w:space="0" w:color="auto"/>
        <w:bottom w:val="none" w:sz="0" w:space="0" w:color="auto"/>
        <w:right w:val="none" w:sz="0" w:space="0" w:color="auto"/>
      </w:divBdr>
    </w:div>
    <w:div w:id="1908876619">
      <w:marLeft w:val="0"/>
      <w:marRight w:val="0"/>
      <w:marTop w:val="0"/>
      <w:marBottom w:val="0"/>
      <w:divBdr>
        <w:top w:val="none" w:sz="0" w:space="0" w:color="auto"/>
        <w:left w:val="none" w:sz="0" w:space="0" w:color="auto"/>
        <w:bottom w:val="none" w:sz="0" w:space="0" w:color="auto"/>
        <w:right w:val="none" w:sz="0" w:space="0" w:color="auto"/>
      </w:divBdr>
    </w:div>
    <w:div w:id="1908876620">
      <w:marLeft w:val="0"/>
      <w:marRight w:val="0"/>
      <w:marTop w:val="0"/>
      <w:marBottom w:val="0"/>
      <w:divBdr>
        <w:top w:val="none" w:sz="0" w:space="0" w:color="auto"/>
        <w:left w:val="none" w:sz="0" w:space="0" w:color="auto"/>
        <w:bottom w:val="none" w:sz="0" w:space="0" w:color="auto"/>
        <w:right w:val="none" w:sz="0" w:space="0" w:color="auto"/>
      </w:divBdr>
    </w:div>
    <w:div w:id="1908876621">
      <w:marLeft w:val="0"/>
      <w:marRight w:val="0"/>
      <w:marTop w:val="0"/>
      <w:marBottom w:val="0"/>
      <w:divBdr>
        <w:top w:val="none" w:sz="0" w:space="0" w:color="auto"/>
        <w:left w:val="none" w:sz="0" w:space="0" w:color="auto"/>
        <w:bottom w:val="none" w:sz="0" w:space="0" w:color="auto"/>
        <w:right w:val="none" w:sz="0" w:space="0" w:color="auto"/>
      </w:divBdr>
    </w:div>
    <w:div w:id="1908876622">
      <w:marLeft w:val="0"/>
      <w:marRight w:val="0"/>
      <w:marTop w:val="0"/>
      <w:marBottom w:val="0"/>
      <w:divBdr>
        <w:top w:val="none" w:sz="0" w:space="0" w:color="auto"/>
        <w:left w:val="none" w:sz="0" w:space="0" w:color="auto"/>
        <w:bottom w:val="none" w:sz="0" w:space="0" w:color="auto"/>
        <w:right w:val="none" w:sz="0" w:space="0" w:color="auto"/>
      </w:divBdr>
    </w:div>
    <w:div w:id="1908876623">
      <w:marLeft w:val="0"/>
      <w:marRight w:val="0"/>
      <w:marTop w:val="0"/>
      <w:marBottom w:val="0"/>
      <w:divBdr>
        <w:top w:val="none" w:sz="0" w:space="0" w:color="auto"/>
        <w:left w:val="none" w:sz="0" w:space="0" w:color="auto"/>
        <w:bottom w:val="none" w:sz="0" w:space="0" w:color="auto"/>
        <w:right w:val="none" w:sz="0" w:space="0" w:color="auto"/>
      </w:divBdr>
    </w:div>
    <w:div w:id="1908876624">
      <w:marLeft w:val="0"/>
      <w:marRight w:val="0"/>
      <w:marTop w:val="0"/>
      <w:marBottom w:val="0"/>
      <w:divBdr>
        <w:top w:val="none" w:sz="0" w:space="0" w:color="auto"/>
        <w:left w:val="none" w:sz="0" w:space="0" w:color="auto"/>
        <w:bottom w:val="none" w:sz="0" w:space="0" w:color="auto"/>
        <w:right w:val="none" w:sz="0" w:space="0" w:color="auto"/>
      </w:divBdr>
    </w:div>
    <w:div w:id="1908876625">
      <w:marLeft w:val="0"/>
      <w:marRight w:val="0"/>
      <w:marTop w:val="0"/>
      <w:marBottom w:val="0"/>
      <w:divBdr>
        <w:top w:val="none" w:sz="0" w:space="0" w:color="auto"/>
        <w:left w:val="none" w:sz="0" w:space="0" w:color="auto"/>
        <w:bottom w:val="none" w:sz="0" w:space="0" w:color="auto"/>
        <w:right w:val="none" w:sz="0" w:space="0" w:color="auto"/>
      </w:divBdr>
    </w:div>
    <w:div w:id="19088766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676</Words>
  <Characters>3859</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5</cp:revision>
  <cp:lastPrinted>2019-02-19T15:51:00Z</cp:lastPrinted>
  <dcterms:created xsi:type="dcterms:W3CDTF">2019-09-03T07:27:00Z</dcterms:created>
  <dcterms:modified xsi:type="dcterms:W3CDTF">2019-09-03T07:31:00Z</dcterms:modified>
</cp:coreProperties>
</file>